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8B468" w14:textId="77777777" w:rsidR="00973017" w:rsidRPr="00973017" w:rsidRDefault="00973017" w:rsidP="00973017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973017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SARS-CoV-2/human/USA/CO-CDPHE-2103024458/2022, complete genome</w:t>
      </w:r>
    </w:p>
    <w:p w14:paraId="6CADF27D" w14:textId="77777777" w:rsidR="00973017" w:rsidRPr="00973017" w:rsidRDefault="00973017" w:rsidP="0097301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t>GenBank: ON123183.1</w:t>
      </w:r>
    </w:p>
    <w:p w14:paraId="683C9739" w14:textId="77777777" w:rsidR="00973017" w:rsidRPr="00973017" w:rsidRDefault="00973017" w:rsidP="00973017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"https://www.ncbi.nlm.nih.gov/nuccore/ON123183.1?report=fasta" </w:instrText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30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"https://www.ncbi.nlm.nih.gov/nuccore/ON123183.1?report=graph" </w:instrText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30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N123183.1"/>
    <w:bookmarkEnd w:id="1"/>
    <w:p w14:paraId="7782629C" w14:textId="77777777" w:rsidR="00973017" w:rsidRPr="00973017" w:rsidRDefault="00973017" w:rsidP="00973017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"https://www.ncbi.nlm.nih.gov/nuccore/ON123183.1" \l "goto2214658102_0" </w:instrText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973017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973017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600DF30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LOCUS       ON123183               29752 bp    RNA     linear   VRL 31-MAR-2022</w:t>
      </w:r>
    </w:p>
    <w:p w14:paraId="123062C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654A37F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SARS-CoV-2/human/USA/CO-CDPHE-2103024458/2022, complete genome.</w:t>
      </w:r>
    </w:p>
    <w:p w14:paraId="6B52107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ACCESSION   ON123183</w:t>
      </w:r>
    </w:p>
    <w:p w14:paraId="464E8A3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VERSION     ON123183.1</w:t>
      </w:r>
    </w:p>
    <w:p w14:paraId="4E19F3F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"https://www.ncbi.nlm.nih.gov/bioproject/PRJNA686984"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PRJNA686984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4B03DB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"https://www.ncbi.nlm.nih.gov/biosample/SAMN27101664"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SAMN27101664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83C752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Sequence Read Archive: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"https://www.ncbi.nlm.nih.gov/sra/SRR18537544"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SRR18537544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1267A46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KEYWORDS    .</w:t>
      </w:r>
    </w:p>
    <w:p w14:paraId="2D19C1B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5029E80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72B6CD6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69F39E9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4219134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57064D2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29752)</w:t>
      </w:r>
    </w:p>
    <w:p w14:paraId="27C9FB3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Bankers,L., Bogale,H.N., Hetherington-Rauth,M.C., Ir,D.,</w:t>
      </w:r>
    </w:p>
    <w:p w14:paraId="0AB7ACC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Matzinger,S.R., Rossheim,A. and Smith,A.</w:t>
      </w:r>
    </w:p>
    <w:p w14:paraId="436CE7F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440B26F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(31-MAR-2022) Department of Microbiology, CDPHE</w:t>
      </w:r>
    </w:p>
    <w:p w14:paraId="7AE211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 submissions, 8100 E. Lowry Blvd., Denver, CO 80230, USA</w:t>
      </w:r>
    </w:p>
    <w:p w14:paraId="4DCC9B5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N123183.1"/>
      <w:bookmarkEnd w:id="2"/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D70711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BWA v. 0.7.17-r1188; iVar v. 1.3.1</w:t>
      </w:r>
    </w:p>
    <w:p w14:paraId="1DAF24F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Illumina</w:t>
      </w:r>
    </w:p>
    <w:p w14:paraId="632A1EF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61F3315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N123183.1"/>
      <w:bookmarkEnd w:id="3"/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49B8AC4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1..29752</w:t>
      </w:r>
    </w:p>
    <w:p w14:paraId="4CB4DE5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51C2168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1DE6327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232B1D1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/isolate="SARS-CoV-2/human/USA/CO-CDPHE-2103024458/2022"</w:t>
      </w:r>
    </w:p>
    <w:p w14:paraId="480863C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/isolation_source="patient isolate"</w:t>
      </w:r>
    </w:p>
    <w:p w14:paraId="04E8DA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/host="Homo sapiens"</w:t>
      </w:r>
    </w:p>
    <w:p w14:paraId="741C011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161A7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/country="USA"</w:t>
      </w:r>
    </w:p>
    <w:p w14:paraId="4A6171C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/collection_date="2022-01-10"</w:t>
      </w:r>
    </w:p>
    <w:p w14:paraId="1757473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/note="GISAID_ID: EPI_ISL_11536885"</w:t>
      </w:r>
    </w:p>
    <w:p w14:paraId="0A5329D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"https://www.ncbi.nlm.nih.gov/nuccore/ON123183.1?from=212&amp;to=21489"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212..21489</w:t>
      </w:r>
    </w:p>
    <w:p w14:paraId="3378434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969B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"https://www.ncbi.nlm.nih.gov/nuccore/ON123183.1?location=212:13402,13402:21489"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join(212..13402,13402..21489)</w:t>
      </w:r>
    </w:p>
    <w:p w14:paraId="0F19351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15D81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420FE16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64791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32A1D3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"https://www.ncbi.nlm.nih.gov/protein/2214658103"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UNZ76812.1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53B4F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4F6E934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6015A6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39A8DD9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1E48FA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0CDAFE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LNSIIKTIQPRVEKKKLDGFMSRIRSVYPVASPNECNQMCLSTLMKCDHCGETSWQTG</w:t>
      </w:r>
    </w:p>
    <w:p w14:paraId="1DE312A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B4F7EB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3BDEBF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4812D56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59276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2EE7B67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0A4F981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2A8AB8A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26DA694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2406CD9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340A2E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05A73FD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7C4801C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7179FD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6FF549C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301B524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330F7B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89BF39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01DD702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27236E4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1549FD1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527F83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00D60A5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E57696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WADNNCYLATALLTLQQIELKFNPPALQDAYYRARAGEAANFCALILAYCNKTVGELG</w:t>
      </w:r>
    </w:p>
    <w:p w14:paraId="6A74287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0540D5C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2355F72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33F868E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5BDDC49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65CC41D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6807365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7BC81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15D0035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681BD4B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0EBCB40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7853E6F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5D114F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11ECD4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15B7074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299FBFE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0920FB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2E70EAC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3CEBC51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3BF3B87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FF7F2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3610105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14E955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5EC51BD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4ACA58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4FBEA6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600CA5F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6046F4C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D2860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111175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7B9970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25E3143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38BA92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6FE4D3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38928DE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695B680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2B2D7D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520E4FC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A168F6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1E8953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555BFA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15A6353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VQLSEISMDNSPNLAWPLIVTALRANSAVKLQNNELSPVALRQMSCAAGTTQTACTDD</w:t>
      </w:r>
    </w:p>
    <w:p w14:paraId="24539C9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36AB86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6D60466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217A0A5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61EC013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35F7E27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01B6D0C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D7375C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317AEC5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53CA0FF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09D427D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2B092F2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A62F96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6205F4F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AYTKRNVIPTITQMNLKYAISAKNRARTVAGVSICSTMTNRQFHQKLLKSIAATRGAT</w:t>
      </w:r>
    </w:p>
    <w:p w14:paraId="1994D70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7E09A25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52A702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6C0E7F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0342512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222FF1C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245A2F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32DDA07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7B62A47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124C46E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134874C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5DB4582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6AA7691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3376D69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711447A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320D02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82D2F6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3881040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4884201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0FCFD7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339A0EE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839D1C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1D3101A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C1844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4A0983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6A0C4F5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754CCD3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1E69A68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PAHISTIGVCSMTDIAKKPTETICAPLTVFFDGRVDGQVDLFRNARNGVLITEGSVKG</w:t>
      </w:r>
    </w:p>
    <w:p w14:paraId="5627348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39171FE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473064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2688515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56A5E1A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34CEBC7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7A20807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4BEE06C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587430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312366F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"https://www.ncbi.nlm.nih.gov/protein/UNZ76812.1?from=1&amp;to=180"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632028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796AA2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2A09DF0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"https://www.ncbi.nlm.nih.gov/protein/UNZ76812.1?from=181&amp;to=818"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57BEC37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C5ECDC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6C0A3C8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"https://www.ncbi.nlm.nih.gov/protein/UNZ76812.1?from=819&amp;to=2762"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FC158C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77740E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5502A94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"https://www.ncbi.nlm.nih.gov/protein/UNZ76812.1?from=2763&amp;to=3262"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6223DE5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51533C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69711FE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"https://www.ncbi.nlm.nih.gov/protein/UNZ76812.1?from=3263&amp;to=3568"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33E1D85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A35E31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0054CC0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"https://www.ncbi.nlm.nih.gov/protein/UNZ76812.1?from=3569&amp;to=3855"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5023317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12E23D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2219D0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"https://www.ncbi.nlm.nih.gov/protein/UNZ76812.1?from=3856&amp;to=3938"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2E92497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D1878D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EE00B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"https://www.ncbi.nlm.nih.gov/protein/UNZ76812.1?from=3939&amp;to=4136"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24220C3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3C656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2D0A700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"https://www.ncbi.nlm.nih.gov/protein/UNZ76812.1?from=4137&amp;to=4249"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047816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FA9C6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24FA8C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"https://www.ncbi.nlm.nih.gov/protein/UNZ76812.1?from=4250&amp;to=4388"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250B00C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229E9B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0CF83BB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"https://www.ncbi.nlm.nih.gov/protein/UNZ76812.1?from=4389&amp;to=5320"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join(13376..13402,13402..16170)</w:t>
      </w:r>
    </w:p>
    <w:p w14:paraId="2A17CF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87AEF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/product="RNA-dependent RNA polymerase"</w:t>
      </w:r>
    </w:p>
    <w:p w14:paraId="664F0DC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"https://www.ncbi.nlm.nih.gov/protein/UNZ76812.1?from=5321&amp;to=5921"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16171..17973</w:t>
      </w:r>
    </w:p>
    <w:p w14:paraId="01D01DA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80E566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491572E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"https://www.ncbi.nlm.nih.gov/protein/UNZ76812.1?from=5922&amp;to=6448"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17974..19554</w:t>
      </w:r>
    </w:p>
    <w:p w14:paraId="56E4FA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9776F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6606352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"https://www.ncbi.nlm.nih.gov/protein/UNZ76812.1?from=6449&amp;to=6794"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19555..20592</w:t>
      </w:r>
    </w:p>
    <w:p w14:paraId="1732A37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CB5D4D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36B2EFF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"https://www.ncbi.nlm.nih.gov/protein/UNZ76812.1?from=6795&amp;to=7092"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20593..21486</w:t>
      </w:r>
    </w:p>
    <w:p w14:paraId="09AC582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3BEBB5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3724E28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"https://www.ncbi.nlm.nih.gov/nuccore/ON123183.1?from=212&amp;to=13417"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212..13417</w:t>
      </w:r>
    </w:p>
    <w:p w14:paraId="1D130F3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F3A7C7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C63E9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2D5B30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UNZ76813.1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E5C65D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59BCB19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36F5D3A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0FC6B4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550CF02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6C6552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LNSIIKTIQPRVEKKKLDGFMSRIRSVYPVASPNECNQMCLSTLMKCDHCGETSWQTG</w:t>
      </w:r>
    </w:p>
    <w:p w14:paraId="061B901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6A725DE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4089213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67CBFA9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17597B3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5ED92A0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C2E0C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1DAB58F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181FA2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0266FAB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43AC458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42F4DF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4725B7D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0D09F31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51C09B1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650AAF5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65F5DC0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240795B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2079A1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LAHAEETRKLMPVCVETKAIVSTIQRKYKGIKIQEGVVDYGARFYFYTSKTTVASLIN</w:t>
      </w:r>
    </w:p>
    <w:p w14:paraId="08B06EC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396A82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75BCB9A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642C0AF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08ADC64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0D9D5BA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68D0F94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33F888D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0A75F3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0FFCFED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77C9AF4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F5759C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251C906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53DC4FC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45EC69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1998D4F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172E72F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6BFDAE9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7E1FEBE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29A948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5E45583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2555890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5D76859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6F0E17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0205FDE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3AEB3E5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6DC2A5B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5F5CF4E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C2B8F5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7E26E58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53F6B1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CFC3A7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535C547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1820C2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3BDF0CF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7004FC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LAWLYAAVINGDRWFLNRFTTTLNDFNLVAMKYNYEPLTQDHVDILGPLSAQTGIAVL</w:t>
      </w:r>
    </w:p>
    <w:p w14:paraId="6201FB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10EFFC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3777B29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60A11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4B4AB8F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0CA5E08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EFRYMNSQGLLPPKNSIDAFKLNIKLLGVGGKPCIKVATVQSKMSDVKCTSVVLLSVL</w:t>
      </w:r>
    </w:p>
    <w:p w14:paraId="52A4436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02B9EF5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322026F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168482D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749C552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C7BE4A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2800B88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3EB3302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7B4A918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6BE71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031E3D6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"https://www.ncbi.nlm.nih.gov/protein/UNZ76813.1?from=1&amp;to=180"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212..751</w:t>
      </w:r>
    </w:p>
    <w:p w14:paraId="3A262E8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5D3948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0F7268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"https://www.ncbi.nlm.nih.gov/protein/UNZ76813.1?from=181&amp;to=818"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752..2665</w:t>
      </w:r>
    </w:p>
    <w:p w14:paraId="248E47E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1689B7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25202A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"https://www.ncbi.nlm.nih.gov/protein/UNZ76813.1?from=819&amp;to=2762"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2666..8497</w:t>
      </w:r>
    </w:p>
    <w:p w14:paraId="5E08C7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DA0E5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7564996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"https://www.ncbi.nlm.nih.gov/protein/UNZ76813.1?from=2763&amp;to=3262"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8498..9997</w:t>
      </w:r>
    </w:p>
    <w:p w14:paraId="2F5D41E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7B5498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0D386E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"https://www.ncbi.nlm.nih.gov/protein/UNZ76813.1?from=3263&amp;to=3568"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9998..10915</w:t>
      </w:r>
    </w:p>
    <w:p w14:paraId="7DEA4BB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0678D9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3FAE9E4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"https://www.ncbi.nlm.nih.gov/protein/UNZ76813.1?from=3569&amp;to=3855"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10916..11776</w:t>
      </w:r>
    </w:p>
    <w:p w14:paraId="28FC241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C01C6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1B24FF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"https://www.ncbi.nlm.nih.gov/protein/UNZ76813.1?from=3856&amp;to=3938"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11777..12025</w:t>
      </w:r>
    </w:p>
    <w:p w14:paraId="7568312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93240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57F04CC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"https://www.ncbi.nlm.nih.gov/protein/UNZ76813.1?from=3939&amp;to=4136"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12026..12619</w:t>
      </w:r>
    </w:p>
    <w:p w14:paraId="38BD97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C76625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44A700D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"https://www.ncbi.nlm.nih.gov/protein/UNZ76813.1?from=4137&amp;to=4249"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12620..12958</w:t>
      </w:r>
    </w:p>
    <w:p w14:paraId="55D8072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B9755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57ACBDA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"https://www.ncbi.nlm.nih.gov/protein/UNZ76813.1?from=4250&amp;to=4388"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12959..13375</w:t>
      </w:r>
    </w:p>
    <w:p w14:paraId="18F3882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1BA2E2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E88A7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"https://www.ncbi.nlm.nih.gov/protein/UNZ76813.1?from=4389&amp;to=4401"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13376..13414</w:t>
      </w:r>
    </w:p>
    <w:p w14:paraId="0B8F52A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4620F6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10F5DA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"https://www.ncbi.nlm.nih.gov/nuccore/ON123183.1?from=13410&amp;to=13437"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13410..13437</w:t>
      </w:r>
    </w:p>
    <w:p w14:paraId="42D02D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7659C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202E5B0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2D66470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"https://www.ncbi.nlm.nih.gov/nuccore/ON123183.1?from=13422&amp;to=13476"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13422..13476</w:t>
      </w:r>
    </w:p>
    <w:p w14:paraId="47BF8F3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E6094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5FD8EA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6B57660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"https://www.ncbi.nlm.nih.gov/nuccore/ON123183.1?from=21497&amp;to=25309"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21497..25309</w:t>
      </w:r>
    </w:p>
    <w:p w14:paraId="12F2ED7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C8BF77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"https://www.ncbi.nlm.nih.gov/nuccore/ON123183.1?from=21497&amp;to=25309"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21497..25309</w:t>
      </w:r>
    </w:p>
    <w:p w14:paraId="70A1944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01C15D6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228FF8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29DF9FF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"https://www.ncbi.nlm.nih.gov/protein/2214658105"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UNZ76814.1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3094B1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/translation="MFVFLVLLPLVSSQCVNLTTRTQLPPAYTNSFTRGVYYPDKVFR</w:t>
      </w:r>
    </w:p>
    <w:p w14:paraId="16932C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2719D8A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IFGTTLDSKTQSLLIVNNATNVVIKVCEFQFCNDPFLDHKNNKXWMESEFRVYSSANN</w:t>
      </w:r>
    </w:p>
    <w:p w14:paraId="259992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CTFEYVSQPFLMDLEGKQGNFKNLREFVFKNIDGYFKIYSKHTPIIXREPEDLPQGFS</w:t>
      </w:r>
    </w:p>
    <w:p w14:paraId="0FA7600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231BA7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76FBE44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FDEVFNATKFASVYAWNRKRISNCVADYSVLYNLAPFFTFKCYGVSPTKLNDLCFTNV</w:t>
      </w:r>
    </w:p>
    <w:p w14:paraId="387212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0B42387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067CA54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76DDD7F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37B398B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7FF5965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0B9571D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7F3DA7E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7B5F8F2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1C04A32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78F458C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50FF827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753C1E7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E6986E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51695DC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5240746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0DBED2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"https://www.ncbi.nlm.nih.gov/nuccore/ON123183.1?from=25318&amp;to=26145"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25318..26145</w:t>
      </w:r>
    </w:p>
    <w:p w14:paraId="6C9AE00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0C92781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"https://www.ncbi.nlm.nih.gov/nuccore/ON123183.1?from=25318&amp;to=26145"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25318..26145</w:t>
      </w:r>
    </w:p>
    <w:p w14:paraId="6A15DF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433AB9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D4AD0B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2A34F4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"https://www.ncbi.nlm.nih.gov/protein/2214658106"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UNZ76815.1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C913F6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7B3940E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5E7BE7D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527ACC3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4BF87BD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16B4EE7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"https://www.ncbi.nlm.nih.gov/nuccore/ON123183.1?from=26170&amp;to=26397"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26170..26397</w:t>
      </w:r>
    </w:p>
    <w:p w14:paraId="362CCD2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6FC82CE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"https://www.ncbi.nlm.nih.gov/nuccore/ON123183.1?from=26170&amp;to=26397"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26170..26397</w:t>
      </w:r>
    </w:p>
    <w:p w14:paraId="6D6FC0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732F871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15EFCA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340ECD5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"https://www.ncbi.nlm.nih.gov/protein/2214658107"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UNZ76816.1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36E91B9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7D434A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12F5B7A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"https://www.ncbi.nlm.nih.gov/nuccore/ON123183.1?from=26448&amp;to=27116"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26448..27116</w:t>
      </w:r>
    </w:p>
    <w:p w14:paraId="77933D3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66A1102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"https://www.ncbi.nlm.nih.gov/nuccore/ON123183.1?from=26448&amp;to=27116"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26448..27116</w:t>
      </w:r>
    </w:p>
    <w:p w14:paraId="4BF5444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1B48C2F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16C448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418E2E8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"https://www.ncbi.nlm.nih.gov/protein/2214658108"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UNZ76817.1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069D084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51536DF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08ADDB2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10BDDCF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5ED18E4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284BD7E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"https://www.ncbi.nlm.nih.gov/nuccore/ON123183.1?from=27127&amp;to=27312"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27127..27312</w:t>
      </w:r>
    </w:p>
    <w:p w14:paraId="00A7069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22B4E63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"https://www.ncbi.nlm.nih.gov/nuccore/ON123183.1?from=27127&amp;to=27312"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27127..27312</w:t>
      </w:r>
    </w:p>
    <w:p w14:paraId="10F07C2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74D80E5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FAC09B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25FCD64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"https://www.ncbi.nlm.nih.gov/protein/2214658109"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UNZ76818.1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FB5D2E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D6922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355A1A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"https://www.ncbi.nlm.nih.gov/nuccore/ON123183.1?from=27319&amp;to=27684"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27319..27684</w:t>
      </w:r>
    </w:p>
    <w:p w14:paraId="5CB35F0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685123D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"https://www.ncbi.nlm.nih.gov/nuccore/ON123183.1?from=27319&amp;to=27684"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27319..27684</w:t>
      </w:r>
    </w:p>
    <w:p w14:paraId="0BD91E4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236BCA4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93C1E5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12650F4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"https://www.ncbi.nlm.nih.gov/protein/2214658110"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UNZ76819.1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07F3A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2E1A435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4096A1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6DC606D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"https://www.ncbi.nlm.nih.gov/nuccore/ON123183.1?from=27681&amp;to=27812"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27681..27812</w:t>
      </w:r>
    </w:p>
    <w:p w14:paraId="610297B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3B83275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"https://www.ncbi.nlm.nih.gov/nuccore/ON123183.1?from=27681&amp;to=27812"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27681..27812</w:t>
      </w:r>
    </w:p>
    <w:p w14:paraId="31880E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B92578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834026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0E4DCE2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"https://www.ncbi.nlm.nih.gov/protein/2214658111"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UNZ76820.1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9EAEE6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24C9F5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"https://www.ncbi.nlm.nih.gov/nuccore/ON123183.1?from=27819&amp;to=28184"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27819..28184</w:t>
      </w:r>
    </w:p>
    <w:p w14:paraId="72E040F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2029B8D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"https://www.ncbi.nlm.nih.gov/nuccore/ON123183.1?from=27819&amp;to=28184"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27819..28184</w:t>
      </w:r>
    </w:p>
    <w:p w14:paraId="7BA42FD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64CB7B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6D5A6D9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12C656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"https://www.ncbi.nlm.nih.gov/protein/2214658112"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UNZ76821.1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F3ABE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6BAF6E9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43283B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60F44D8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"https://www.ncbi.nlm.nih.gov/nuccore/ON123183.1?from=28199&amp;to=29449"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28199..29449</w:t>
      </w:r>
    </w:p>
    <w:p w14:paraId="175062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1E87C7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"https://www.ncbi.nlm.nih.gov/nuccore/ON123183.1?from=28199&amp;to=29449"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28199..29449</w:t>
      </w:r>
    </w:p>
    <w:p w14:paraId="4EFBEDF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31E43B6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BC7AAC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55EF24E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"https://www.ncbi.nlm.nih.gov/protein/2214658113"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UNZ76822.1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2687E6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0DC500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59ACDC2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5786F6F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6FBC8AE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2F2912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55BDC25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6BD4B75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5A89EEC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"https://www.ncbi.nlm.nih.gov/nuccore/ON123183.1?from=29474&amp;to=29590"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29474..29590</w:t>
      </w:r>
    </w:p>
    <w:p w14:paraId="789B0DD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/gene="ORF10"</w:t>
      </w:r>
    </w:p>
    <w:p w14:paraId="6F6F6D2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"https://www.ncbi.nlm.nih.gov/nuccore/ON123183.1?from=29474&amp;to=29590"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29474..29590</w:t>
      </w:r>
    </w:p>
    <w:p w14:paraId="20BBBF9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DB2143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BF693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3133280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"https://www.ncbi.nlm.nih.gov/protein/2214658114"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UNZ76823.1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293B3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47615F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"https://www.ncbi.nlm.nih.gov/nuccore/ON123183.1?from=29525&amp;to=29560"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29525..29560</w:t>
      </w:r>
    </w:p>
    <w:p w14:paraId="7D9F2EA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ECEBF1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3C850B1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"https://www.ncbi.nlm.nih.gov/nuccore/ON123183.1?from=29545&amp;to=29573"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29545..29573</w:t>
      </w:r>
    </w:p>
    <w:p w14:paraId="5707BE0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5F13289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7D089B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"https://www.ncbi.nlm.nih.gov/nuccore/ON123183.1?from=29644&amp;to=29684" </w:instrTex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973017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29644..29684</w:t>
      </w:r>
    </w:p>
    <w:p w14:paraId="4E430A6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stem-loop II-like motif (s2m)"</w:t>
      </w:r>
    </w:p>
    <w:p w14:paraId="7CF3814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24B2D1B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N123183.1"/>
      <w:bookmarkEnd w:id="4"/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agatctgttc tctaaacgaa ctttaaaatc tgtgtggctg tcactcggct gcatgcttag</w:t>
      </w:r>
    </w:p>
    <w:p w14:paraId="7B2516C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tgcactcacg cagtataatt aataactaat tactgtcgtt gacaggacac gagtaactcg</w:t>
      </w:r>
    </w:p>
    <w:p w14:paraId="58E899D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tctatcttct gcaggctgct tacggtttcg tccgtgttgc agccgatcat cagcacatct</w:t>
      </w:r>
    </w:p>
    <w:p w14:paraId="6E622E7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aggttttgtc cgggtgtgac cgaaaggtaa gatggagagc cttgtccctg gtttcaacga</w:t>
      </w:r>
    </w:p>
    <w:p w14:paraId="479D338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gaaaacacac gtccaactca gtttgcctgt tttacaggtt cgcgacgtgc tcgtacgtgg</w:t>
      </w:r>
    </w:p>
    <w:p w14:paraId="74CF2AD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ctttggagac tccgtggagg aggtcttatc agaggcacgt caacatctta aagatggcac</w:t>
      </w:r>
    </w:p>
    <w:p w14:paraId="4AAB880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ttgtggctta gtagaagttg aaaaaggcgt tttgcctcaa cttgaacagc cctatgtgtt</w:t>
      </w:r>
    </w:p>
    <w:p w14:paraId="318E02D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catcaaacgt tcggatgctc gaactgcacc tcatggtcat gttatggttg agctggtagc</w:t>
      </w:r>
    </w:p>
    <w:p w14:paraId="301059A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agaactcgaa ggcattcagt acggtcgtag tggtgagaca cttggtgtcc ttgtccctca</w:t>
      </w:r>
    </w:p>
    <w:p w14:paraId="7E4B800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tgtgggcgaa ataccagtgg cttaccgcaa ggttcttctt cgtaagaacg gtaataaagg</w:t>
      </w:r>
    </w:p>
    <w:p w14:paraId="317B872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agctggtggc catagttacg gcgccgatct aaagtcattt gacttaggcg acgagcttgg</w:t>
      </w:r>
    </w:p>
    <w:p w14:paraId="6AFBB6C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cactgatcct tatgaagatt ttcaagaaaa ctggaacact aaacatagca gtggtgttac</w:t>
      </w:r>
    </w:p>
    <w:p w14:paraId="559F0C0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ccgtgaactc atgcgtgagc ttaacggagg ggcatacact cgctatgtcg ataacaactt</w:t>
      </w:r>
    </w:p>
    <w:p w14:paraId="519DB4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ctgtggccct gatggctacc ctcttgagtg cattaaagac cttctagcac gtgctggtaa</w:t>
      </w:r>
    </w:p>
    <w:p w14:paraId="2A19B6B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agcttcatgc actttgtccg aacaactgga ctttattgac actaagaggg gtgtatactg</w:t>
      </w:r>
    </w:p>
    <w:p w14:paraId="3782BFA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ctgccgtgaa catgagcatg aaattgcttg gtacacggaa cgttctgaaa agagctatga</w:t>
      </w:r>
    </w:p>
    <w:p w14:paraId="2DFE4BB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attgcagaca ccttttgaaa ttaaattggc aaagaaattt gacaccttca atggggaatg</w:t>
      </w:r>
    </w:p>
    <w:p w14:paraId="0FABAF9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tccaaatttt gtatttccct taaattccat aatcaagact attcaaccaa gggttgaaaa</w:t>
      </w:r>
    </w:p>
    <w:p w14:paraId="487BA38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gaaaaagctt gatggcttta tgagtagaat tcgatctgtc tatccagttg cgtcaccaaa</w:t>
      </w:r>
    </w:p>
    <w:p w14:paraId="4A3D0E9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tgaatgcaac caaatgtgcc tttcaactct catgaagtgt gatcattgtg gtgaaacttc</w:t>
      </w:r>
    </w:p>
    <w:p w14:paraId="2365989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atggcagacg ggcgattttg ttaaagccac ttgcgaattt tgtggcactg agaatttgac</w:t>
      </w:r>
    </w:p>
    <w:p w14:paraId="0B9AA0C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taaagaaggt gccactactt gtggttactt accccaaaat gctgttgtta aaatttattg</w:t>
      </w:r>
    </w:p>
    <w:p w14:paraId="4616012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tccagcatgt cacaattcag aagtaggacc tgagcatagt cttgccgaat accataatga</w:t>
      </w:r>
    </w:p>
    <w:p w14:paraId="553704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atctggcttg aaaaccattc ttcgtaaggg tggtcgcact attgcctttg gaggctgtgt</w:t>
      </w:r>
    </w:p>
    <w:p w14:paraId="3AAF63C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gttctcttat gttggttgcc ataacaagtg tgcctattgg gttccacgtg ctagcgctaa</w:t>
      </w:r>
    </w:p>
    <w:p w14:paraId="759312F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cataggttgt aaccatacag gtgttgttgg agaaggttcc gaaggtctta atgacaacct</w:t>
      </w:r>
    </w:p>
    <w:p w14:paraId="264B99D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1561 tcttgaaata ctccaaaaag agaaagtcaa catcaatatt gttggtgact ttaaacttaa</w:t>
      </w:r>
    </w:p>
    <w:p w14:paraId="3D59E71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tgaagagatc gccattattt tggcatcttt ttctgcttcc acaagtgctt ttgtggaaac</w:t>
      </w:r>
    </w:p>
    <w:p w14:paraId="3D02F4E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tgtgaaaggt ttggattata aagcattcaa acaaattgtt gaatcctgtg gtaattttaa</w:t>
      </w:r>
    </w:p>
    <w:p w14:paraId="35795D4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agttacaaaa ggaaaagcta aaaaaggtgc ctggaatatt ggtgaacaga aatcaatact</w:t>
      </w:r>
    </w:p>
    <w:p w14:paraId="0BFCBBE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gagtcctctt tatgcatttg catcagaggc tgctcgtgtt gtacgatcaa ttttctcccg</w:t>
      </w:r>
    </w:p>
    <w:p w14:paraId="79C11C2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cactcttgaa actgctcaaa attctgtgcg tgttttacag aaggccgcta taacaatact</w:t>
      </w:r>
    </w:p>
    <w:p w14:paraId="0060F2F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agatggaatt tcacagtatt cactgagact cattgatgct atgatgttca catctgattt</w:t>
      </w:r>
    </w:p>
    <w:p w14:paraId="22557A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ggctactaac aatctagttg taatggccta cattacaggt ggtgttgttc agttgacttc</w:t>
      </w:r>
    </w:p>
    <w:p w14:paraId="443F832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gcagtggcta actaacatct ttggcactgt ttatgaaaaa ctcaaacccg tccttgattg</w:t>
      </w:r>
    </w:p>
    <w:p w14:paraId="539837B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gcttgaagag aagtttaagg aaggtgtaga gtttcttaga gacggttggg aaattgttaa</w:t>
      </w:r>
    </w:p>
    <w:p w14:paraId="119EC75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atttatctca acctgtgctt gtgaaattgt cggtggacaa attgtcacct gtgcaaagga</w:t>
      </w:r>
    </w:p>
    <w:p w14:paraId="1353311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aattaaggag agtgttcaga cattctttaa gcttgtaaat aaatttttgg ctttgtgtgc</w:t>
      </w:r>
    </w:p>
    <w:p w14:paraId="798F5E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tgactctatc attattggtg gagctaaact taaagccttg aatttaggtg aaacatttgt</w:t>
      </w:r>
    </w:p>
    <w:p w14:paraId="0C2F0C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cacgcactca aagggattgt acagaaagtg tgttaaatcc agagaagaaa ctggcctact</w:t>
      </w:r>
    </w:p>
    <w:p w14:paraId="0410AFD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2401 catgcctcta aaagctccaa aagaaattat cttcttagag ggagaaacac ttcccacaga</w:t>
      </w:r>
    </w:p>
    <w:p w14:paraId="0F3715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agtgttaaca gaggaagttg tcttgaaaac tggtgattta caaccattag aacaacctac</w:t>
      </w:r>
    </w:p>
    <w:p w14:paraId="4F3D477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tagtgaagct gttgaagctc cattggttgg tacaccagtt tgtattaacg ggcttatgtt</w:t>
      </w:r>
    </w:p>
    <w:p w14:paraId="7CEB96C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gctcgaaatc aaagacacag aaaagtactg tgcccttgca cctaatatga tggtaacaaa</w:t>
      </w:r>
    </w:p>
    <w:p w14:paraId="7503C4A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caataccttc acactcaaag gcggtgcacc aacaaaggtt acttttggtg atgacactgt</w:t>
      </w:r>
    </w:p>
    <w:p w14:paraId="2C9D1B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gatagaagtg caaggttaca agagtgtgaa tatcactttt gaacttgatg aaaggattga</w:t>
      </w:r>
    </w:p>
    <w:p w14:paraId="22298B8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taaagtactt aatgagaggt gctctgccta tacagttgaa ctcggtacag aagtaaatga</w:t>
      </w:r>
    </w:p>
    <w:p w14:paraId="2EDBB57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gttcgcctgt gttgtggcag atgctgtcat aaaaactttg caaccagtat ctgaattact</w:t>
      </w:r>
    </w:p>
    <w:p w14:paraId="3DCE02E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tacaccactg ggcattgatt tagatgagtg gagtatggct acatactact tatttgatga</w:t>
      </w:r>
    </w:p>
    <w:p w14:paraId="235336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gtctggtgag tttaaattgg cttcacatat gtattgttct ttttaccctc cagatgagga</w:t>
      </w:r>
    </w:p>
    <w:p w14:paraId="4A678EB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tgaagaagaa ggtgattgtg aagaagaaga gtttgagcca tcaactcaat atgagtatgg</w:t>
      </w:r>
    </w:p>
    <w:p w14:paraId="01DA896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tactgaagat gattaccaag gtaaaccttt ggaatttggt gccacttctg ctgctcttca</w:t>
      </w:r>
    </w:p>
    <w:p w14:paraId="37D4F6A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acctgaagaa gagcaagaag aagattggtt agatgatgat agtcaacaaa ctgttggtca</w:t>
      </w:r>
    </w:p>
    <w:p w14:paraId="00062E4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acaagacggc agtgaggaca atcagacaac tactattcaa acaattgttg aggttcaacc</w:t>
      </w:r>
    </w:p>
    <w:p w14:paraId="082ADFB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tcaattagag atggaactta caccagttgt tcagactatt gaagtgaata gttttagtgg</w:t>
      </w:r>
    </w:p>
    <w:p w14:paraId="6FD6567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ttatttaaaa cttactgaca atgtatacat taaaaatgca gacattgtgg aagaagctaa</w:t>
      </w:r>
    </w:p>
    <w:p w14:paraId="0CBFDD9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aaaggtaaaa ccaacagtgg ttgttaatgc agccaatgtt taccttaaac atggaggagg</w:t>
      </w:r>
    </w:p>
    <w:p w14:paraId="37A4500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tgttgcagga gccttaaata aggctactaa caatgccatg caagttgaat ctgatgatta</w:t>
      </w:r>
    </w:p>
    <w:p w14:paraId="359E1D0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catagctact aatggaccac ttaaagtggg tggtagttgt gttttaagcg gacacaatct</w:t>
      </w:r>
    </w:p>
    <w:p w14:paraId="0DCBF67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tgctaaacac tgtcttcatg ttgtcggccc aaatgttaac aaaggtgaag acattcaact</w:t>
      </w:r>
    </w:p>
    <w:p w14:paraId="64BA650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tcttaagagt gcttatgaaa attttaatca gcacgaagtt ctacttgcac cattattatc</w:t>
      </w:r>
    </w:p>
    <w:p w14:paraId="5DC1BF4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agctggtatt tttggtgctg accctataca ttctttaaga gtttgtgtag atactgttcg</w:t>
      </w:r>
    </w:p>
    <w:p w14:paraId="6CD451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cacaaatgtc tacttagctg tctttgataa aaatctctat gacaaacttg tttcaagctt</w:t>
      </w:r>
    </w:p>
    <w:p w14:paraId="283DD62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tttggaaatg aagagtgaaa agcaagttga acaaaagatc gctgagattc ctaaagagga</w:t>
      </w:r>
    </w:p>
    <w:p w14:paraId="674D37C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agttaagcca tttataactg aaagtaaacc ttcagttgaa cagagaaaac aagatgataa</w:t>
      </w:r>
    </w:p>
    <w:p w14:paraId="1862EF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gaaaatcaaa gcttgtgttg aagaagttac aacaactctg gaagaaacta agttcctcac</w:t>
      </w:r>
    </w:p>
    <w:p w14:paraId="2686BE7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agaaaacttg ttactttata ttgacattaa tggcaatctt catccagatt ctgccactct</w:t>
      </w:r>
    </w:p>
    <w:p w14:paraId="1A45039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tgttagtgac attgacatca ctttcttaaa gaaagatgct ccatatatag tgggtgatgt</w:t>
      </w:r>
    </w:p>
    <w:p w14:paraId="64A6979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4081 tgttcaagag ggtgttttaa ctgctgtggt tatacctact aaaaaggctg gtggcactac</w:t>
      </w:r>
    </w:p>
    <w:p w14:paraId="66121B0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tgaaatgcta gcgaaagctt tgagaaaagt gccaacagac aattatataa ccacttaccc</w:t>
      </w:r>
    </w:p>
    <w:p w14:paraId="5FA3A49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gggtcagggt ttaaatggtt acactgtaga ggaggcaaag acagtgctta aaaagtgtaa</w:t>
      </w:r>
    </w:p>
    <w:p w14:paraId="23EE5F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aagtgccttt tacattctac catctattat ctctaatgag aagcaagaaa ttcttggaac</w:t>
      </w:r>
    </w:p>
    <w:p w14:paraId="0AC8A95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tgtttcttgg aatttgcgag aaatgcttgc acatgcagaa gaaacacgca aattaatgcc</w:t>
      </w:r>
    </w:p>
    <w:p w14:paraId="4F14291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tgtctgtgtg gaaactaaag ccatagtttc aactatacag cgtaaatata agggtattaa</w:t>
      </w:r>
    </w:p>
    <w:p w14:paraId="53795F0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aatacaagag ggtgtggttg attatggtgc tagattttac ttttacacca gtaaaacaac</w:t>
      </w:r>
    </w:p>
    <w:p w14:paraId="72404DB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tgtagcgtca cttatcaaca cacttaacga tctaaatgaa actcttgtta caatgccact</w:t>
      </w:r>
    </w:p>
    <w:p w14:paraId="27F13C3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tggctatgta acacatggct taaatttgga agaagctgct cggtatatga gatctctcaa</w:t>
      </w:r>
    </w:p>
    <w:p w14:paraId="6C9FFDB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agtgccagct acagtttctg tttcttcacc tgatgctgtt acagcgtata atggttatct</w:t>
      </w:r>
    </w:p>
    <w:p w14:paraId="50D6543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tacttcttct tctaaaacac ctgaagaaca ttttattgaa accatctcac ttgctggttc</w:t>
      </w:r>
    </w:p>
    <w:p w14:paraId="496994E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ctataaagat tggtcctatt ctggacaatc tacacaacta ggtatagaat ttcttaagag</w:t>
      </w:r>
    </w:p>
    <w:p w14:paraId="728324D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aggtgataaa agtgtatatt acactagtaa tcctaccaca ttccacctag atggtgaagt</w:t>
      </w:r>
    </w:p>
    <w:p w14:paraId="2C29E0D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tatcaccttt gacaatctta agacacttct ttctttgaga gaagtgagga ctattaaggt</w:t>
      </w:r>
    </w:p>
    <w:p w14:paraId="5DA2841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4921 gtttacaaca gtagacaaca ttaacctcca cacgcaagtt gtggacatgt caatgacata</w:t>
      </w:r>
    </w:p>
    <w:p w14:paraId="3EB37D1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tggacaacag tttggtccaa cttatttgga tggagctgat gttactaaaa taaaacctca</w:t>
      </w:r>
    </w:p>
    <w:p w14:paraId="06D1CCE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taattcacat gaaggtaaaa cattttatgt tttacctaat gatgacactc tacgtgttga</w:t>
      </w:r>
    </w:p>
    <w:p w14:paraId="39AF21B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ggcttttgag tactaccaca caactgatcc tagttttctg ggtaggtaca tgtcagcatt</w:t>
      </w:r>
    </w:p>
    <w:p w14:paraId="0EAE761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aaatcacact aaaaagtgga aatacccaca agttaatggt ttaacttcta ttaaatgggc</w:t>
      </w:r>
    </w:p>
    <w:p w14:paraId="55F4A10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agataacaac tgttatcttg ccactgcatt gttaacactc caacaaatag agttgaagtt</w:t>
      </w:r>
    </w:p>
    <w:p w14:paraId="24D15EA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taatccacct gctctacaag atgcttatta cagagcaagg gctggtgaag cggctaactt</w:t>
      </w:r>
    </w:p>
    <w:p w14:paraId="0F283A5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ttgtgcactt atcttagcct actgtaataa gacagtaggt gagttaggtg atgttagaga</w:t>
      </w:r>
    </w:p>
    <w:p w14:paraId="15527B5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aacaatgagt tacttgtttc aacatgccaa tttagattct tgcaaaagag tcttgaacgt</w:t>
      </w:r>
    </w:p>
    <w:p w14:paraId="18517A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ggtgtgtaaa acttgtggac aacagcagac aacccttaag ggtgtagaag ctgttatgta</w:t>
      </w:r>
    </w:p>
    <w:p w14:paraId="08E433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catgggcaca ctttcttatg aacaatttaa gaaaggtgtt cagatacctt gtacgtgtgg</w:t>
      </w:r>
    </w:p>
    <w:p w14:paraId="359C6C5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taaacaagct acaaaatatc tagtacaaca ggagtcacct tttgttatga tgtcagcacc</w:t>
      </w:r>
    </w:p>
    <w:p w14:paraId="4CF4434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acctgctcag tatgaactta agcatggtac atttacttgt gctagtgagt acactggtaa</w:t>
      </w:r>
    </w:p>
    <w:p w14:paraId="51C6E60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ttaccagtgt ggtcactata aacatataac ttctaaagaa actttgtatt gcatagacgg</w:t>
      </w:r>
    </w:p>
    <w:p w14:paraId="567424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tgctttactt acaaagtcct cagaatacaa aggtcctatt acggatgttt tctacaaaga</w:t>
      </w:r>
    </w:p>
    <w:p w14:paraId="40AD751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aaacagttac acaacaacca taaaaccagt tacttataaa ttggatggtg ttgtttgtac</w:t>
      </w:r>
    </w:p>
    <w:p w14:paraId="597226A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agaaattgac cctaagttgg acaattatta taagaaagac aattcttatt tcacagagca</w:t>
      </w:r>
    </w:p>
    <w:p w14:paraId="0B41EE6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accaattgat cttgtaccaa accaaccata tccaaacgca agcttcgata attttaagtt</w:t>
      </w:r>
    </w:p>
    <w:p w14:paraId="7B64749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tgtatgtgat aatatcaaat ttgctgatga tttaaaccag ttaactggtt ataagaaacc</w:t>
      </w:r>
    </w:p>
    <w:p w14:paraId="57D95FA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tgcttcaaga gagcttaaag ttacattttt ccctgactta aatggtgatg tggtggctat</w:t>
      </w:r>
    </w:p>
    <w:p w14:paraId="4938714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tgattataaa cactacacac cctcttttaa gaaaggagct aaattgttac ataaacctat</w:t>
      </w:r>
    </w:p>
    <w:p w14:paraId="155D725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tgtttggcat gttaacaatg caactaataa agccacgtat aaaccaaata cctggtgtat</w:t>
      </w:r>
    </w:p>
    <w:p w14:paraId="3CF7BE5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acgttgtctt tggagcacaa aaccagttga aacatcaaat tcgtttgatg tactgaagtc</w:t>
      </w:r>
    </w:p>
    <w:p w14:paraId="074D971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agaggacgcg cagggaatgg ataatcttgc ctgcgaagat ctaaaaccag tctctgaaga</w:t>
      </w:r>
    </w:p>
    <w:p w14:paraId="46AA7A3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agtagtggaa aatcctacca tacagaaaga cgttcttgag tgtaatgtga aaactaccga</w:t>
      </w:r>
    </w:p>
    <w:p w14:paraId="151F6B8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agttgtagga gacattatac ttaaaccagc aaataatata aaaattacag aagaggttgg</w:t>
      </w:r>
    </w:p>
    <w:p w14:paraId="716D8BF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ccacacagat ctaatggctg cttatgtaga caattctagt cttactatta agaaacctaa</w:t>
      </w:r>
    </w:p>
    <w:p w14:paraId="12A030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tgaattatct agagtattag gtttgaaaac ccttgctact catggtttag ctgctgttaa</w:t>
      </w:r>
    </w:p>
    <w:p w14:paraId="266791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6601 tagtgtccct tgggatacta tagctaatta tgctaagcct tttcttaaca aagttgttag</w:t>
      </w:r>
    </w:p>
    <w:p w14:paraId="6E408AA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tacaactact aacatagtta cacggtgttt aaaccgtgtt tgtactaatt atatgcctta</w:t>
      </w:r>
    </w:p>
    <w:p w14:paraId="3D13274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tttctttact ttattgctac aattgtgtac ttttactaga agtacaaatt ctagaattaa</w:t>
      </w:r>
    </w:p>
    <w:p w14:paraId="22D6416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agcatctatg ccgactacta tagcaaagaa tactgttaag agtgtcggta aattttgtct</w:t>
      </w:r>
    </w:p>
    <w:p w14:paraId="109712B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agaggcttca tttaattatt tgaagtcacc taatttttct aaactgataa atattataat</w:t>
      </w:r>
    </w:p>
    <w:p w14:paraId="0EB690B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ttggttttta ctattaagtg tttgcctagg ttctttaatc tactcaaccg ctgctttagg</w:t>
      </w:r>
    </w:p>
    <w:p w14:paraId="0CDB5F5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tgttttaatg tctaatttag gcatgccttc ttactgtact ggttacagag aaggctattt</w:t>
      </w:r>
    </w:p>
    <w:p w14:paraId="56E5DE7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gaactctact aatgtcacta ttgcaaccta ctgtactggt tctatacctt gtagtgtttg</w:t>
      </w:r>
    </w:p>
    <w:p w14:paraId="4B94E5E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tcttagtggt ttagattctt tagacaccta tccttcttta gaaactatac aaattaccat</w:t>
      </w:r>
    </w:p>
    <w:p w14:paraId="2A44CB3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ttcatctttt aaatgggatt taactgcttt tggcttagtt gcagagtggt ttttggcata</w:t>
      </w:r>
    </w:p>
    <w:p w14:paraId="2C3530A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tattcttttc actaggtttt tctatgtact tggattggct gcaatcatgc aattgttttt</w:t>
      </w:r>
    </w:p>
    <w:p w14:paraId="0F988CE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cagctatttt gcagtacatt ttattagtaa ttcttggctt atgtggttaa taattaatct</w:t>
      </w:r>
    </w:p>
    <w:p w14:paraId="6A6234A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tgtacaaatg gccccgattt cagctatggt tagaatgtac atcttctttg catcatttta</w:t>
      </w:r>
    </w:p>
    <w:p w14:paraId="548B20D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ttatgtatgg aaaagttatg tgcatgttgt agacggttgt aattcatcaa cttgtatgat</w:t>
      </w:r>
    </w:p>
    <w:p w14:paraId="7876E19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7441 gtgttacaaa cgtaatagag caacaagagt cgaatgtaca actattgtta atggtgttag</w:t>
      </w:r>
    </w:p>
    <w:p w14:paraId="03B86A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aaggtccttt tatgtctatg ctaatggagg taaaggcttt tgcaaactac acaattggaa</w:t>
      </w:r>
    </w:p>
    <w:p w14:paraId="54D09C0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ttgtgttaat tgtgatacat tctgtgctgg tagtacattt attagtgatg aagttgcgag</w:t>
      </w:r>
    </w:p>
    <w:p w14:paraId="61FE614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agacttgtca ctacagttta aaagaccaat aaatcctact gaccagtctt cttacatcgt</w:t>
      </w:r>
    </w:p>
    <w:p w14:paraId="76E7BFF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tgatagtgtt acagtgaaga atggttccat ccatctttac tttgataaag ctggtcaaaa</w:t>
      </w:r>
    </w:p>
    <w:p w14:paraId="33BCE7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gacttatgaa agacattctc tctctcattt tgttaactta gacaacctga gagctaataa</w:t>
      </w:r>
    </w:p>
    <w:p w14:paraId="710772D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cactaaaggt tcattgccta ttaatgttat agtttttgat ggtaaatcaa aatgtgaaga</w:t>
      </w:r>
    </w:p>
    <w:p w14:paraId="45CDF3C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atcatctgca aaatcagcgt ctgtttacta cagtcagctt atgtgtcaac ctatactgtt</w:t>
      </w:r>
    </w:p>
    <w:p w14:paraId="090D15F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actagatcag gcattagtgt ctgatgttgg tgatagtgcg gaagttgcag ttaaaatgtt</w:t>
      </w:r>
    </w:p>
    <w:p w14:paraId="560FAEC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tgatgcttac gttaatacgt tttcatcaac ttttaacgta ccaatggaaa aactcaaaac</w:t>
      </w:r>
    </w:p>
    <w:p w14:paraId="32B17F5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actagttgca actgcagaag ctgaacttgc aaagaatgtg tccttagaca atgtcttatc</w:t>
      </w:r>
    </w:p>
    <w:p w14:paraId="5E6EB4B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tacttttatt tcagcagctc ggcaagggtt tgttgattca gatgtagaaa ctaaagatgt</w:t>
      </w:r>
    </w:p>
    <w:p w14:paraId="5817022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tgttgaatgt cttaaattgt cacatcaatc tgacatagaa gttactggcg atagttgtaa</w:t>
      </w:r>
    </w:p>
    <w:p w14:paraId="05BB7FA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taactatatg ctcacctata acaaagttga aaacatgaca ccccgtgacc ttggtgcttg</w:t>
      </w:r>
    </w:p>
    <w:p w14:paraId="051D9E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tattgactgt agtgcgcgtc atattaatgc gcaggtagca aaaagtcaca acattacttt</w:t>
      </w:r>
    </w:p>
    <w:p w14:paraId="5C5A983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gatatggaac gttaaagatt tcatgtcatt gtctgaacaa ctacgaaaac aaatacgtag</w:t>
      </w:r>
    </w:p>
    <w:p w14:paraId="1A8D819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tgctgctaaa aagaataact taccttttaa gttgacatgt gcaactacta gacaagttgt</w:t>
      </w:r>
    </w:p>
    <w:p w14:paraId="41B260D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taatgttgta acaacaaaga tagcacttaa gggtggtaaa attgttaata attggttgaa</w:t>
      </w:r>
    </w:p>
    <w:p w14:paraId="733AEF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gcagttaatt aaagttacac ttgtgttcct ttttgttgct gctattttct atttaataac</w:t>
      </w:r>
    </w:p>
    <w:p w14:paraId="3708ACB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acctgttcat gtcatgtcta aacatactga cttttcaagt gaaatcatag gatacaaggc</w:t>
      </w:r>
    </w:p>
    <w:p w14:paraId="62D5BF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tattgatggt ggtgtcactc gtgacatagc atctacagat acttgttttg ctaacaaaca</w:t>
      </w:r>
    </w:p>
    <w:p w14:paraId="3D26D3E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tgctgatttt gacacatggt ttagccagcg tggtggtagt tatactaatg acaaagcttg</w:t>
      </w:r>
    </w:p>
    <w:p w14:paraId="159BCAB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cccattgatt gctgcagtca taacaagaga agtgggtttt gtcgtgcctg gtttgcctgg</w:t>
      </w:r>
    </w:p>
    <w:p w14:paraId="14BB9B4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cacgatatta cgcacaacta atggtgactt tttgcatttc ttacctagag tttttagtgc</w:t>
      </w:r>
    </w:p>
    <w:p w14:paraId="7C3FD3D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agttggtaac atctgttaca caccatcaaa acttatagag tacactgact ttgcaacatc</w:t>
      </w:r>
    </w:p>
    <w:p w14:paraId="37AFE1E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agcttgtgtt ttggctgctg aatgtacaat ttttaaagat gcttctggta agccagtacc</w:t>
      </w:r>
    </w:p>
    <w:p w14:paraId="71798D3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atattgttat gataccaatg tactagaagg ttctgttgct tatgaaagtt tacgccctga</w:t>
      </w:r>
    </w:p>
    <w:p w14:paraId="5F2B695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cacacgttat gtgctcatgg atggctctat tattcaattt cctaacacct accttgaagg</w:t>
      </w:r>
    </w:p>
    <w:p w14:paraId="1F744FD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9121 ttctgttaga gtggtaacaa cttttgattc tgagtactgt aggcacggca cttgtgaaag</w:t>
      </w:r>
    </w:p>
    <w:p w14:paraId="4C270DB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atcagaagct ggtgtttgtg tatctactag tggtagatgg gtacttaaca atgattatta</w:t>
      </w:r>
    </w:p>
    <w:p w14:paraId="114725C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cagatcttta ccaggagttt tctgtggtgt agatgctgta aatttactta ctaatatgtt</w:t>
      </w:r>
    </w:p>
    <w:p w14:paraId="718182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tacaccacta attcaaccta ttggtgcttt ggacatatca gcatctatag tagctggtgg</w:t>
      </w:r>
    </w:p>
    <w:p w14:paraId="106D249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tattgtagct atcgtagtaa catgccttgc ctactatttt atgaggttta gaagagcttt</w:t>
      </w:r>
    </w:p>
    <w:p w14:paraId="4620852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tggtgaatac agtcatgtag ttgcctttaa tactttacta ttccttatgt cattcactgt</w:t>
      </w:r>
    </w:p>
    <w:p w14:paraId="68A0DE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actctgttta acaccagttt actcattctt acctggtgtt tattctgtta tttacttgta</w:t>
      </w:r>
    </w:p>
    <w:p w14:paraId="7E8B14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cttgacattt tatcttacta atgatgtttc ttttttagca catattcagt ggatggttat</w:t>
      </w:r>
    </w:p>
    <w:p w14:paraId="388FC67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gttcacacct ttagtacctt tctggataac aattgcttat atcatttgta tttccacaaa</w:t>
      </w:r>
    </w:p>
    <w:p w14:paraId="7EBDE84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gcatttctat tggttcttta gtaattacct aaagagacgt gtagtcttta atggtgtttc</w:t>
      </w:r>
    </w:p>
    <w:p w14:paraId="56858B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ctttagtact tttgaagaag ctgcgctgtg cacctttttg ttaaataaag aaatgtatct</w:t>
      </w:r>
    </w:p>
    <w:p w14:paraId="5C40746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aaagttgcgt agtgatgtgc tattacctct tacgcaatat aatagatact tagctcttta</w:t>
      </w:r>
    </w:p>
    <w:p w14:paraId="2FBDA8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taataagtac aagtatttta gtggagcaat ggatacaact agctacagag aagctgcttg</w:t>
      </w:r>
    </w:p>
    <w:p w14:paraId="19ED42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ttgtcatctc gcaaaggctc tcaatgactt cagtaactca ggttctgatg ttctttacca</w:t>
      </w:r>
    </w:p>
    <w:p w14:paraId="3E229D2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 9961 accaccacaa atctctatca cctcagctgt tttgcagagt ggttttagaa aaatggcatt</w:t>
      </w:r>
    </w:p>
    <w:p w14:paraId="50F348D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cccatctggt aaagttgagg gttgtatggt acaagtaact tgtggtacaa ctacacttaa</w:t>
      </w:r>
    </w:p>
    <w:p w14:paraId="203D52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cggtctttgg cttgatgacg tagtttactg tccaagacat gtgatctgca cctctgaaga</w:t>
      </w:r>
    </w:p>
    <w:p w14:paraId="6B927A1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catgcttaac cctaattatg aagatttact cattcgtaag tctaatcata atttcttggt</w:t>
      </w:r>
    </w:p>
    <w:p w14:paraId="6D61FD9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acaggctggt aatgttcaac tcagggttat tggacattct atgcaaaatt gtgtacttaa</w:t>
      </w:r>
    </w:p>
    <w:p w14:paraId="634BAAF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gcttaaggtt gatacagcca atcctaagac acctaagtat aagtttgttc gcattcaacc</w:t>
      </w:r>
    </w:p>
    <w:p w14:paraId="68EB408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aggacagact ttttcagtgt tagcttgtta caatggttca ccatctggtg tttaccaatg</w:t>
      </w:r>
    </w:p>
    <w:p w14:paraId="2416DFE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tgctatgagg cacaatttca ctattaaggg ttcattcctt aatggttcat gtggtagtgt</w:t>
      </w:r>
    </w:p>
    <w:p w14:paraId="1C991DA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tggttttaac atagattatg actgtgtctc tttttgttac atgcaccata tggaattacc</w:t>
      </w:r>
    </w:p>
    <w:p w14:paraId="39135CF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aactggagtt catgctggca cagacttaga aggtaacttt tatggacctt ttgttgacag</w:t>
      </w:r>
    </w:p>
    <w:p w14:paraId="36E3677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gcaaacagca caagcagctg gtacggacac aactattaca gttaatgttt tagcttggtt</w:t>
      </w:r>
    </w:p>
    <w:p w14:paraId="4D064A3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gtacgctgct gttataaatg gagacaggtg gtttctcaat cgatttacca caactcttaa</w:t>
      </w:r>
    </w:p>
    <w:p w14:paraId="0559894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tgactttaac cttgtggcta tgaagtacaa ttatgaacct ctaacacaag accatgttga</w:t>
      </w:r>
    </w:p>
    <w:p w14:paraId="56F441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catactagga cctctttctg ctcaaactgg aattgccgtt ttagatatgt gtgcttcatt</w:t>
      </w:r>
    </w:p>
    <w:p w14:paraId="737674F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aaaagaatta ctgcaaaatg gtatgaatgg acgtaccata ttgggtagtg ctttattaga</w:t>
      </w:r>
    </w:p>
    <w:p w14:paraId="22729C2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agatgaattt acaccttttg atgttgttag acaatgctca ggtgttactt tccaaagtgc</w:t>
      </w:r>
    </w:p>
    <w:p w14:paraId="21DD251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agtgaaaaga acaatcaagg gtacacacca ctggttgtta ctcacaattt tgacttcact</w:t>
      </w:r>
    </w:p>
    <w:p w14:paraId="3BE3A6B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tttagtttta gtccagagta ctcaatggtc tttgttcttt tttttgtatg aaaatgcctt</w:t>
      </w:r>
    </w:p>
    <w:p w14:paraId="277E798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tttacctttt gctatgggta ttattgctat gtctgctttt gcaatgatgt ttgtcaaaca</w:t>
      </w:r>
    </w:p>
    <w:p w14:paraId="3A09878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taagcatgca tttctctgtt tgtttttgtt accttctctt gccactgtag cttattttaa</w:t>
      </w:r>
    </w:p>
    <w:p w14:paraId="1AA17BE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tatggtctat atgcctgcta gttgggtgat gcgtattatg acatggttgg atatggttga</w:t>
      </w:r>
    </w:p>
    <w:p w14:paraId="401AD3F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tactagtttt aagctaaaag actgtgttat gtatgcatca gctgtagtgt tactaatcct</w:t>
      </w:r>
    </w:p>
    <w:p w14:paraId="6042610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tatgacagca agaactgtgt atgatgatgg tgctaggaga gtgtggacac ttatgaatgt</w:t>
      </w:r>
    </w:p>
    <w:p w14:paraId="6D92240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cttgacactc gtttataaag tttattatgg taatgcttta gatcaagcca tttccatgtg</w:t>
      </w:r>
    </w:p>
    <w:p w14:paraId="1A7C5D5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ggctcttata atctctgtta cttctaacta ctcaggtgta gttacaactg tcatgttttt</w:t>
      </w:r>
    </w:p>
    <w:p w14:paraId="3015626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ggccagaggt gttgttttta tgtgtgttga gtattgccct attttcttca taactggtaa</w:t>
      </w:r>
    </w:p>
    <w:p w14:paraId="3F6D62D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tacacttcag tgtataatgc tagtttattg tttcttaggc tatttttgta cttgttactt</w:t>
      </w:r>
    </w:p>
    <w:p w14:paraId="6276706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tggcctcttt tgtttactca accgctactt tagactgact cttggtgttt atgattactt</w:t>
      </w:r>
    </w:p>
    <w:p w14:paraId="74C321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11641 agtttctaca caggagttta gatatatgaa ttcacaggga ctactcccac ccaagaatag</w:t>
      </w:r>
    </w:p>
    <w:p w14:paraId="7CE8C53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catagatgcc ttcaaactca acattaaatt gttgggtgtt ggtggcaaac cttgtatcaa</w:t>
      </w:r>
    </w:p>
    <w:p w14:paraId="08E21B0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agtagccact gtacagtcta aaatgtcaga tgtaaagtgc acatcagtag tcttactctc</w:t>
      </w:r>
    </w:p>
    <w:p w14:paraId="6534C6B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agttttgcaa caactcagag tagaatcatc atctaaattg tgggctcaat gtgtccagtt</w:t>
      </w:r>
    </w:p>
    <w:p w14:paraId="34B86A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acacaatgac attctcttag ctaaagatac tactgaagcc tttgaaaaaa tggtttcact</w:t>
      </w:r>
    </w:p>
    <w:p w14:paraId="21DA41F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actttctgtt ttgctttcca tgcagggtgc tgtagacata aacaagcttt gtgaagaaat</w:t>
      </w:r>
    </w:p>
    <w:p w14:paraId="4D213A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gctggacaac agggcaacct tacaagctat agcctcagag tttagttccc ttccatcata</w:t>
      </w:r>
    </w:p>
    <w:p w14:paraId="0EC2D3C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tgcagctttt gctactgctc aagaagctta tgagcaggct gttgctaatg gtgattctga</w:t>
      </w:r>
    </w:p>
    <w:p w14:paraId="6344436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agttgttctt aaaaagttga agaagtcttt gaatgtggct aaatctgaat ttgaccgtga</w:t>
      </w:r>
    </w:p>
    <w:p w14:paraId="4CDB92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tgcagccatg caacgtaagt tggaaaagat ggctgatcaa gctatgaccc aaatgtataa</w:t>
      </w:r>
    </w:p>
    <w:p w14:paraId="1E8773E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acaggctaga tctgaggaca agagggcaaa agttactagt gctatgcaga caatgctttt</w:t>
      </w:r>
    </w:p>
    <w:p w14:paraId="4D77258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cactatgctt agaaagttgg ataatgatgc actcaacaac attatcaaca atgcaagaga</w:t>
      </w:r>
    </w:p>
    <w:p w14:paraId="6EE7DBD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tggttgtgtt cccttgaaca taatacctct tacaacagca gccaaactaa tggttgtcat</w:t>
      </w:r>
    </w:p>
    <w:p w14:paraId="4FE90C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accagactat aacacatata aaaatacgtg tgatggtaca acatttactt atgcatcagc</w:t>
      </w:r>
    </w:p>
    <w:p w14:paraId="3A8EF5F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12481 attgtgggaa atccaacagg ttgtagatgc agatagtaaa attgttcaac ttagtgaaat</w:t>
      </w:r>
    </w:p>
    <w:p w14:paraId="197FA17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tagtatggac aattcaccta atttagcatg gcctcttatt gtaacagctt taagggccaa</w:t>
      </w:r>
    </w:p>
    <w:p w14:paraId="5061E85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ttctgctgtc aaattacaga ataatgagct tagtcctgtt gcactacgac agatgtcttg</w:t>
      </w:r>
    </w:p>
    <w:p w14:paraId="571AF51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tgctgccggt actacacaaa ctgcttgcac tgatgacaat gcgttagctt actacaacac</w:t>
      </w:r>
    </w:p>
    <w:p w14:paraId="403A83D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aacaaaggga ggtaggtttg tacttgcact gttatccgat ttacaggatt tgaaatgggc</w:t>
      </w:r>
    </w:p>
    <w:p w14:paraId="1FE0F0A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tagattccct aagagtgatg gaactggtac tatctataca gaactggaac caccttgtag</w:t>
      </w:r>
    </w:p>
    <w:p w14:paraId="137D01D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gtttgttaca gacacaccta aaggtcctaa agtgaagtat ttatacttta ttaaaggatt</w:t>
      </w:r>
    </w:p>
    <w:p w14:paraId="3DBBB6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aaacaaccta aatagaggta tggtacttgg tagtttagct gccacagtac gtctacaagc</w:t>
      </w:r>
    </w:p>
    <w:p w14:paraId="654B6A5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tggtaatgca acagaagtgc ctgccaattc aactgtatta tctttctgtg cttttgctgt</w:t>
      </w:r>
    </w:p>
    <w:p w14:paraId="193CB66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agatgctgct aaagcttaca aagattatct agctagtggg ggacaaccaa tcactaattg</w:t>
      </w:r>
    </w:p>
    <w:p w14:paraId="492E328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tgttaagatg ttgtgtacac acactggtac tggtcaggca ataacagtca caccggaagc</w:t>
      </w:r>
    </w:p>
    <w:p w14:paraId="0C547BB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caatatggat caagaatcct ttggtggtgc atcgtgttgt ctgtactgcc gttgccacat</w:t>
      </w:r>
    </w:p>
    <w:p w14:paraId="201A26A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agatcatcca aatcctaaag gattttgtga cttaaaaggt aagtatgtac aaatacctac</w:t>
      </w:r>
    </w:p>
    <w:p w14:paraId="264A412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aacttgtgct aatgaccctg tgggttttac acttaaaaac acagtctgta ccgtctgcgg</w:t>
      </w:r>
    </w:p>
    <w:p w14:paraId="09B1E5D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tatgtggaaa ggttatggct gtagttgtga tcaactccgc gaacccatgc ttcagtcagc</w:t>
      </w:r>
    </w:p>
    <w:p w14:paraId="08CA06F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tgatgcacaa tcgtttttaa acgggtttgc ggtgtaagtg cagcccgtct tacaccgtgc</w:t>
      </w:r>
    </w:p>
    <w:p w14:paraId="497A50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ggcacaggca ctagtactga tgtcgtatac agggcttttg acatctacaa tgataaagta</w:t>
      </w:r>
    </w:p>
    <w:p w14:paraId="748079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gctggttttg ctaaattcct aaaaactaat tgttgtcgct tccaagaaaa ggacgaagat</w:t>
      </w:r>
    </w:p>
    <w:p w14:paraId="7FD373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gacaatttaa ttgattctta ctttgtagtt aagagacaca ctttctctaa ctaccaacat</w:t>
      </w:r>
    </w:p>
    <w:p w14:paraId="6DF9A14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gaagaaacaa tttataattt acttaaggat tgtccagctg ttgctaaaca tgacttcttt</w:t>
      </w:r>
    </w:p>
    <w:p w14:paraId="1CAD668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aagtttagaa tagacggtga catggtacca catatatcac gtcaacgtct tactaaatac</w:t>
      </w:r>
    </w:p>
    <w:p w14:paraId="4343305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acaatggcag acctcgtcta tgctttaagg cattttgatg aaggtaattg tgacacatta</w:t>
      </w:r>
    </w:p>
    <w:p w14:paraId="03A3728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aaagaaatac ttgtcacata caattgttgt gatgatgatt atttcaataa aaaggactgg</w:t>
      </w:r>
    </w:p>
    <w:p w14:paraId="306C3EA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tatgattttg tagaaaaccc agatatatta cgcgtatacg ccaacttagg tgaacgtgta</w:t>
      </w:r>
    </w:p>
    <w:p w14:paraId="43ABDE8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cgccaagctt tgttaaaaac agtacaattc tgtgatgcca tgcgaaatgc tggtattgtt</w:t>
      </w:r>
    </w:p>
    <w:p w14:paraId="338425A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ggtgtactga cattagataa tcaagatctc aatggtaact ggtatgattt cggtgatttc</w:t>
      </w:r>
    </w:p>
    <w:p w14:paraId="6FA4436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atacaaacca cgccaggtag tggagttcct gttgtagatt cttattattc attgttaatg</w:t>
      </w:r>
    </w:p>
    <w:p w14:paraId="0BBA2C1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cctatattaa ccttgaccag ggctttaact gcagagtcac atgttgacac tgacttaaca</w:t>
      </w:r>
    </w:p>
    <w:p w14:paraId="003B5E2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14161 aagccttaca ttaagtggga tttgttaaaa tatgacttca cggaagagag gttaaaactc</w:t>
      </w:r>
    </w:p>
    <w:p w14:paraId="0098D80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tttgaccgtt attttaaata ttgggatcag acataccacc caaattgtgt taactgtttg</w:t>
      </w:r>
    </w:p>
    <w:p w14:paraId="02A4BC7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gatgacagat gcattctgca ttgtgcaaac tttaatgttt tattctctac agtgttccca</w:t>
      </w:r>
    </w:p>
    <w:p w14:paraId="04E0133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cttacaagtt ttggaccact agtgagaaaa atatttgttg atggtgttcc atttgtagtt</w:t>
      </w:r>
    </w:p>
    <w:p w14:paraId="234DF13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tcaactggat accacttcag agagctaggt gttgtacata atcaggatgt aaacttacat</w:t>
      </w:r>
    </w:p>
    <w:p w14:paraId="002A7E7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agctctagac ttagttttaa ggaattactt gtgtatgctg ctgaccctgc tatgcacgct</w:t>
      </w:r>
    </w:p>
    <w:p w14:paraId="79437DF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gcttctggta atctattact agataaacgc actacgtgct tttcagtagc tgcacttact</w:t>
      </w:r>
    </w:p>
    <w:p w14:paraId="2D44CBF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aacaatgttg cttttcaaac tgtcaaaccc ggtaatttta acaaagactt ctatgacttt</w:t>
      </w:r>
    </w:p>
    <w:p w14:paraId="435238D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gctgtgtcta agggtttctt taaggaagga agttctgttg aattaaaaca cttcttcttt</w:t>
      </w:r>
    </w:p>
    <w:p w14:paraId="445C90F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gctcaggatg gtaatgctgc tatcagcgat tatgactact atcgttataa tctaccaaca</w:t>
      </w:r>
    </w:p>
    <w:p w14:paraId="2E311D6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atgtgtgata tcagacaact actatttgta gttgaagttg ttgataagta ctttgattgt</w:t>
      </w:r>
    </w:p>
    <w:p w14:paraId="2D42E16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tacgatggtg gctgtattaa tgctaaccaa gtcatcgtca acaacctaga caaatcagct</w:t>
      </w:r>
    </w:p>
    <w:p w14:paraId="79CECB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ggttttccat ttaataaatg gggtaaggct agactttatt atgattcaat gagttatgag</w:t>
      </w:r>
    </w:p>
    <w:p w14:paraId="0D664F0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gatcaagatg cacttttcgc atatacaaaa cgtaatgtca tccctactat aactcaaatg</w:t>
      </w:r>
    </w:p>
    <w:p w14:paraId="28F1B4B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15001 aatcttaagt atgccattag tgcaaagaat agagctcgca ccgtagctgg tgtctctatc</w:t>
      </w:r>
    </w:p>
    <w:p w14:paraId="5BAE20F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tgtagtacta tgaccaatag acagtttcat caaaaattat tgaaatcaat agccgccact</w:t>
      </w:r>
    </w:p>
    <w:p w14:paraId="4233EA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agaggagcta ctgtagtaat tggaacaagc aaattctatg gtggttggca caatatgtta</w:t>
      </w:r>
    </w:p>
    <w:p w14:paraId="5CB89FA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aaaactgttt atagtgatgt agaaaaccct caccttatgg gttgggatta tcctaaatgt</w:t>
      </w:r>
    </w:p>
    <w:p w14:paraId="31D25B8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gatagagcca tgcctaacat gcttagaatt atggcctcac ttgttcttgc tcgcaaacat</w:t>
      </w:r>
    </w:p>
    <w:p w14:paraId="6E0E46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acaacgtgtt gtagcttgtc acaccgtttc tatagattag ctaatgagtg tgctcaagta</w:t>
      </w:r>
    </w:p>
    <w:p w14:paraId="34AACB6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ttgagtgaaa tggtcatgtg tggcggttca ctatatgtta aaccaggtgg aacctcatca</w:t>
      </w:r>
    </w:p>
    <w:p w14:paraId="174A6F3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ggagatgcca caactgctta tgctaatagt gtttttaaca tttgtcaagc tgtcacggcc</w:t>
      </w:r>
    </w:p>
    <w:p w14:paraId="1D992BF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aatgttaatg cacttttatc tactgatggt aacaaaattg ccgataagta tgtccgcaat</w:t>
      </w:r>
    </w:p>
    <w:p w14:paraId="1838187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ttacaacaca gactttatga gtgtctctat agaaatagag atgttgacac agactttgtg</w:t>
      </w:r>
    </w:p>
    <w:p w14:paraId="3B0F6B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aatgagtttt acgcatattt gcgtaaacat ttctcaatga tgatactctc tgacgatgct</w:t>
      </w:r>
    </w:p>
    <w:p w14:paraId="599B879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gttgtgtgtt tcaatagcac ttatgcatct caaggtctag tggctagcat aaagaacttt</w:t>
      </w:r>
    </w:p>
    <w:p w14:paraId="3EAD2B8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aagtcagttc tttattatca aaacaatgtt tttatgtctg aagcaaaatg ttggactgag</w:t>
      </w:r>
    </w:p>
    <w:p w14:paraId="146CCAE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actgacctta ctaaaggacc tcatgaattt tgctctcaac atacaatgct agttaaacag</w:t>
      </w:r>
    </w:p>
    <w:p w14:paraId="2CB1552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ggtgatgatt atgtgtacct tccttaccca gatccatcaa gaatcctagg ggccggctgt</w:t>
      </w:r>
    </w:p>
    <w:p w14:paraId="2A1D042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tttgtagatg atatcgtaaa aacagatggt acacttatga ttgaacggtt cgtgtcttta</w:t>
      </w:r>
    </w:p>
    <w:p w14:paraId="363502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gctatagatg cttacccact tactaaacat cctaatcagg agtatgctga tgtctttcat</w:t>
      </w:r>
    </w:p>
    <w:p w14:paraId="2A9F0A5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ttgtacttac aatacataag aaagctacat gatgagttaa caggacacat gttagacatg</w:t>
      </w:r>
    </w:p>
    <w:p w14:paraId="325CBCD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tattctgtta tgcttactaa tgataacact tcaaggtatt gggaacctga gttttatgag</w:t>
      </w:r>
    </w:p>
    <w:p w14:paraId="2AC478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gctatgtaca caccgcatac agtcttacag gctgttgggg cttgtgttct ttgcaattca</w:t>
      </w:r>
    </w:p>
    <w:p w14:paraId="4E502A9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cagacttcat taagatgtgg tgcttgcata cgtagaccat tcttatgttg taaatgctgt</w:t>
      </w:r>
    </w:p>
    <w:p w14:paraId="747E6CA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tacgaccatg tcatatcaac atcacataaa ttagtcttgt ctgttaatcc gtatgtttgc</w:t>
      </w:r>
    </w:p>
    <w:p w14:paraId="311BD47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aatgctccag gttgtgatgt cacagatgtg actcaacttt acttaggagg tatgagctat</w:t>
      </w:r>
    </w:p>
    <w:p w14:paraId="13B25B8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tattgtaaat cacataaacc acccattagt tttccattgt gtgctaatgg acaagttttt</w:t>
      </w:r>
    </w:p>
    <w:p w14:paraId="3C6F224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ggtttatata aaaatacatg tgttggtagc gataatgtta ctgactttaa tgcaattgca</w:t>
      </w:r>
    </w:p>
    <w:p w14:paraId="0E824FB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acatgtgact ggacaaatgc tggtgattac attttagcta acacctgtac tgaaagactc</w:t>
      </w:r>
    </w:p>
    <w:p w14:paraId="3838DE1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aagctttttg cagcagaaac gctcaaagct actgaggaga catttaaact gtcttatggt</w:t>
      </w:r>
    </w:p>
    <w:p w14:paraId="78AE1F6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attgctactg tacgtgaagt gctgtctgac agagaattac atctttcatg ggaagttggt</w:t>
      </w:r>
    </w:p>
    <w:p w14:paraId="4AF7B1F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16681 aaacctagac caccacttaa ccgaaattat gtctttactg gttatcgtgt aactaaaaac</w:t>
      </w:r>
    </w:p>
    <w:p w14:paraId="1B7270C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agtaaagtac aaataggaga gtacaccttt gaaaaaggtg actatggtga tgctgttgtt</w:t>
      </w:r>
    </w:p>
    <w:p w14:paraId="105C357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taccgaggta caacaactta caaattaaat gttggtgatt attttgtgct gacatcacat</w:t>
      </w:r>
    </w:p>
    <w:p w14:paraId="3C7AF2A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acagtaatgc cattaagtgc acctacacta gtgccacaag agcactatgt tagaattact</w:t>
      </w:r>
    </w:p>
    <w:p w14:paraId="53BC299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ggcttatacc caacactcaa tatctcagat gagttttcta gcaatgttgc aaattatcaa</w:t>
      </w:r>
    </w:p>
    <w:p w14:paraId="74946AC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aaggttggta tgcaaaagta ttctacactc cagggaccac ctggtactgg taagagtcat</w:t>
      </w:r>
    </w:p>
    <w:p w14:paraId="7CD16E3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tttgctattg gcctagctct ctactaccct tctgctcgca tagtgtatac agcttgctct</w:t>
      </w:r>
    </w:p>
    <w:p w14:paraId="097D519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catgccgctg ttgatgcact atgtgagaag gcattaaaat atttgcctat agataaatgt</w:t>
      </w:r>
    </w:p>
    <w:p w14:paraId="27B047E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agtagaatta tacctgcacg tgctcgtgta gagtgttttg ataaattcaa agtgaattca</w:t>
      </w:r>
    </w:p>
    <w:p w14:paraId="30C3434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acattagaac agtatgtctt ttgtactgta aatgcattgc ctgagacgac agcagatata</w:t>
      </w:r>
    </w:p>
    <w:p w14:paraId="4DF8FD3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gttgtctttg atgaaatttc aatggccaca aattatgatt tgagtgttgt caatgccaga</w:t>
      </w:r>
    </w:p>
    <w:p w14:paraId="6418166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ttacgtgcta agcactatgt gtacattggc gaccctgctc aattacctgc accacgcaca</w:t>
      </w:r>
    </w:p>
    <w:p w14:paraId="0B214AD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ttgctaacta agggcacact agaaccagaa tatttcaatt cagtgtgtag acttatgaaa</w:t>
      </w:r>
    </w:p>
    <w:p w14:paraId="173FC0A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actataggtc cagacatgtt cctcggaact tgtcggcgtt gtcctgctga aattgttgac</w:t>
      </w:r>
    </w:p>
    <w:p w14:paraId="03CF0EF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17521 actgtgagtg ctttggttta tgataataag cttaaagcac ataaagacaa atcagctcaa</w:t>
      </w:r>
    </w:p>
    <w:p w14:paraId="397D6E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tgctttaaaa tgttttataa gggtgttatc acgcatgatg tttcatctgc aattaacagg</w:t>
      </w:r>
    </w:p>
    <w:p w14:paraId="1BFC3FC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ccacaaatag gcgtggtaag agaattcctt acacgtaacc ctgcttggag aaaagctgtc</w:t>
      </w:r>
    </w:p>
    <w:p w14:paraId="3727B90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tttatttcac cttataattc acagaatgct gtagcctcaa agattttggg actaccaact</w:t>
      </w:r>
    </w:p>
    <w:p w14:paraId="09F1B4B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caaactgttg attcatcaca gggctcagaa tatgactatg tcatattcac tcaaaccact</w:t>
      </w:r>
    </w:p>
    <w:p w14:paraId="18AF417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gaaacagctc actcttgtaa tgtaaacaga tttaatgttg ctattaccag agcaaaagta</w:t>
      </w:r>
    </w:p>
    <w:p w14:paraId="166EB8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ggcatacttt gcataatgtc tgatagagac ctttatgaca agttgcaatt tacaagtctt</w:t>
      </w:r>
    </w:p>
    <w:p w14:paraId="30AD1EB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gaaattccac gtaggaatgt ggcaacttta caagctgaaa atgtaacagg actctttaaa</w:t>
      </w:r>
    </w:p>
    <w:p w14:paraId="7C80882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gattgtagta aggtaatcac tgggttacat cctacacagg cacctacaca cctcagtgtt</w:t>
      </w:r>
    </w:p>
    <w:p w14:paraId="69F538E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gacactaaat tcaaaactga aggtttatgt gttgacgtac ctggcatacc taaggacatg</w:t>
      </w:r>
    </w:p>
    <w:p w14:paraId="7F9501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acctatagaa gactcatctc tatgatgggt tttaaaatga attatcaagt taatggttac</w:t>
      </w:r>
    </w:p>
    <w:p w14:paraId="125C41C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cctaacatgt ttatcacccg cgaagaagct ataagacatg tacgtgcatg gattggcttc</w:t>
      </w:r>
    </w:p>
    <w:p w14:paraId="7854E62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gatgtcgagg ggtgtcatgc tactagagaa gctgttggta ccaatttacc tttacagcta</w:t>
      </w:r>
    </w:p>
    <w:p w14:paraId="6C0F5F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ggtttttcta caggtgttaa cctagttgct gtacctacag gttatgttga tacacctaat</w:t>
      </w:r>
    </w:p>
    <w:p w14:paraId="24E10D8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aatacagatt tttccagagt tagtgctaaa ccaccgcctg gagatcaatt taaacacctc</w:t>
      </w:r>
    </w:p>
    <w:p w14:paraId="68D1A21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ataccactta tgtacaaagg acttccttgg aatgtagtgc gtataaagat tgtacaaatg</w:t>
      </w:r>
    </w:p>
    <w:p w14:paraId="4D43BA8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ttaagtgaca cacttaaaaa tctctctgac agagtcgtat ttgtcttatg ggcacatggc</w:t>
      </w:r>
    </w:p>
    <w:p w14:paraId="3A5777A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tttgagttga catctatgaa gtattttgtg aaaataggac ctgagcgcac ctgttgtcta</w:t>
      </w:r>
    </w:p>
    <w:p w14:paraId="48970F4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tgtgatagac gtgccacatg cttttccact gcttcagaca cttatgcctg ttggcatcat</w:t>
      </w:r>
    </w:p>
    <w:p w14:paraId="6630D73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tctattggat ttgattacgt ctataatccg tttatgattg atgttcaaca atggggtttt</w:t>
      </w:r>
    </w:p>
    <w:p w14:paraId="7ABCAE4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acaggtaacc tacaaagcaa ccatgatctg tattgtcaag tccatggtaa tgcacatgta</w:t>
      </w:r>
    </w:p>
    <w:p w14:paraId="337678B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gctagttgtg atgcaatcat gactaggtgt ctagctgtcc acgagtgctt tgttaagcgt</w:t>
      </w:r>
    </w:p>
    <w:p w14:paraId="6302C5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gttgactgga ctattgaata tcctataatt ggtgatgaac tgaagattaa tgcggcttgt</w:t>
      </w:r>
    </w:p>
    <w:p w14:paraId="7C55F2E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agaaaggttc aacacatggt tgttaaagct gcattattag cagacaaatt cccagttctt</w:t>
      </w:r>
    </w:p>
    <w:p w14:paraId="0853784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cacgacattg gtaaccctaa agctattaag tgtgtacctc aagctgatgt agaatggaag</w:t>
      </w:r>
    </w:p>
    <w:p w14:paraId="053A34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ttctatgatg cacagccttg tagtgacaaa gcttataaaa tagaagaatt attctattct</w:t>
      </w:r>
    </w:p>
    <w:p w14:paraId="24F184C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tatgccacac attctgacaa attcacagat ggtgtatgcc tattttggaa ttgcaatgtc</w:t>
      </w:r>
    </w:p>
    <w:p w14:paraId="607EE67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gatagatatc ctgctaattc cattgtttgt agatttgaca ctagagtgct atctaacctt</w:t>
      </w:r>
    </w:p>
    <w:p w14:paraId="7F5C0A7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19201 aacttgcctg gttgtgatgg tggcagtttg tatgtaaata aacatgcatt ccacacacca</w:t>
      </w:r>
    </w:p>
    <w:p w14:paraId="090B648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gcttttgata aaagtgcttt tgttaattta aaacaattac catttttcta ttactctgac</w:t>
      </w:r>
    </w:p>
    <w:p w14:paraId="151B95E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agtccatgtg agtctcatgg aaaacaagta gtgtcagata tagattatgt accactaaag</w:t>
      </w:r>
    </w:p>
    <w:p w14:paraId="5E51E3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tctgctacgt gtataacacg ttgcaattta ggtggtgctg tctgtagaca tcatgctaat</w:t>
      </w:r>
    </w:p>
    <w:p w14:paraId="06A2F43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gagtacagat tgtatctcga tgcttataac atgatgatct cagctggctt tagcttgtgg</w:t>
      </w:r>
    </w:p>
    <w:p w14:paraId="347F9D0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gtttacaaac aatttgatac ttataacctc tggaacactt ttacaagact tcagagttta</w:t>
      </w:r>
    </w:p>
    <w:p w14:paraId="1EB7CE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gaaaatgtgg cttttaatgt tgtaaataag ggacactttg atggacaaca gggtgaagta</w:t>
      </w:r>
    </w:p>
    <w:p w14:paraId="0C6B0DB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ccagtttcta tcattaataa cactgtttac acaaaagttg atggtgttga tgtagaattg</w:t>
      </w:r>
    </w:p>
    <w:p w14:paraId="01F933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tttgaaaata aaacaacatt acctgttaat gtagcatttg agctttgggc taagcgcaac</w:t>
      </w:r>
    </w:p>
    <w:p w14:paraId="50345E7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attaaaccag taccagaggt gaaaatactc aataatttgg gtgtggacat tgctgctaat</w:t>
      </w:r>
    </w:p>
    <w:p w14:paraId="0419A3E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actgtgatct gggactacaa aagagatgct ccagcacata tatctactat tggtgtttgt</w:t>
      </w:r>
    </w:p>
    <w:p w14:paraId="66B097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tctatgactg acatagccaa gaaaccaact gaaacgattt gtgcaccact cactgtcttt</w:t>
      </w:r>
    </w:p>
    <w:p w14:paraId="1FA83C8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tttgatggta gagttgatgg tcaagtagac ttatttagaa atgcccgtaa tggtgttctt</w:t>
      </w:r>
    </w:p>
    <w:p w14:paraId="1427210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attacagaag gtagtgttaa aggtttacaa ccatctgtag gtcccaaaca agctagtctt</w:t>
      </w:r>
    </w:p>
    <w:p w14:paraId="3C2AA11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20041 aatggagtca cattaattgg agaagccgta aaaacacagt tcaattatta taagaaagtt</w:t>
      </w:r>
    </w:p>
    <w:p w14:paraId="4A720AB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gatggtgttg tccaacaatt acctgaaact tactttactc agagtagaaa tttacaagaa</w:t>
      </w:r>
    </w:p>
    <w:p w14:paraId="14125D9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tttaaaccca ggagtcaaat ggaaattgat ttcttagaat tagctatgga tgaattcatt</w:t>
      </w:r>
    </w:p>
    <w:p w14:paraId="1F9CF91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gaacggtata aattagaagg ctatgccttc gaacatatcg tttatggaga ttttagtcat</w:t>
      </w:r>
    </w:p>
    <w:p w14:paraId="640BD62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agtcagttag gtggtttaca tctactgatt ggactagcta aacgttttaa ggaatcacct</w:t>
      </w:r>
    </w:p>
    <w:p w14:paraId="3523228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tttgaattag aagattttat tcctatggac agtacagtta aaaactattt cataacagat</w:t>
      </w:r>
    </w:p>
    <w:p w14:paraId="1FF0942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gcgcaaacag gttcatctaa gtgtgtgtgt tctgttattg atttattact tgatgatttt</w:t>
      </w:r>
    </w:p>
    <w:p w14:paraId="6B6F457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gttgaaataa taaaatccca agatttatct gtagtttcta aggttgtcaa agtgactatt</w:t>
      </w:r>
    </w:p>
    <w:p w14:paraId="26CA09F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gactatacag aaatttcatt tatgctttgg tgtaaagatg gccatgtaga aacattttac</w:t>
      </w:r>
    </w:p>
    <w:p w14:paraId="2FEDAAF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ccaaaattac aatctagtca agcgtggcaa ccgggtgttg ctatgcctaa tctttacaaa</w:t>
      </w:r>
    </w:p>
    <w:p w14:paraId="4BC3A15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atgcaaagaa tgctattaga aaagtgtgac cttcaaaatt atggtgatag tgcaacatta</w:t>
      </w:r>
    </w:p>
    <w:p w14:paraId="2B114C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cctaaaggca taatgatgaa tgtcgcaaaa tatactcaac tgtgtcaata tttaaacaca</w:t>
      </w:r>
    </w:p>
    <w:p w14:paraId="51B1297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ttaacattag ctgtacccta taatatgaga gttatacatt ttggtgctgg ttctgataaa</w:t>
      </w:r>
    </w:p>
    <w:p w14:paraId="1491697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ggagttgcac caggtacagc tgttttaaga cagtggttgc ctacgggtac gctgcttgtc</w:t>
      </w:r>
    </w:p>
    <w:p w14:paraId="2987D7E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gattcagatc ttaatgactt tgtctctgat gcagattcaa ctttgattgg tgattgtgca</w:t>
      </w:r>
    </w:p>
    <w:p w14:paraId="5B7221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actgtacata cagctaataa atgggatctc attattagtg atatgtacga ccctaagact</w:t>
      </w:r>
    </w:p>
    <w:p w14:paraId="4480716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aaaaatgtta caaaagaaaa tgactctaaa gagggttttt tcacttacat ttgtgggttt</w:t>
      </w:r>
    </w:p>
    <w:p w14:paraId="0E8C6A4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atacaacaaa agctagctct tggaggttcc gtggctataa agataacaga acattcttgg</w:t>
      </w:r>
    </w:p>
    <w:p w14:paraId="3BD6973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aatgctgatc tttataagct catgggacac ttcgcatggt ggacagcctt tgttactaat</w:t>
      </w:r>
    </w:p>
    <w:p w14:paraId="3273D5E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gtgaatgcgt catcatctga agcattttta attggatgta attatcttgg caaaccacgc</w:t>
      </w:r>
    </w:p>
    <w:p w14:paraId="20E1A5E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gaacaaatag atggttatgt catgcatgca aattacatat tttggaggaa tacaaatcca</w:t>
      </w:r>
    </w:p>
    <w:p w14:paraId="0BA593F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attcagttgt cttcctattc tttatttgac atgagtaaat ttccccttaa attaaggggt</w:t>
      </w:r>
    </w:p>
    <w:p w14:paraId="6A2A1B6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actgctgtta tgtctttaaa agaaggtcaa atcaatgata tgattttatc tcttcttagt</w:t>
      </w:r>
    </w:p>
    <w:p w14:paraId="6C6B4DB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aaaggtagac ttataattag agaaaacaac agagttgtta tttctagtga tgttcttgtt</w:t>
      </w:r>
    </w:p>
    <w:p w14:paraId="6B91178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aacaactaaa cgaacaatgt ttgtttttct tgttttattg ccactagttt ctagtcagtg</w:t>
      </w:r>
    </w:p>
    <w:p w14:paraId="3840A32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tgttaatctt acaaccagaa ctcaattacc ccctgcatac actaattctt tcacacgtgg</w:t>
      </w:r>
    </w:p>
    <w:p w14:paraId="22BF2A6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tgtttattac cctgacaaag ttttcagatc ctcagtttta cattcaactc aggacttgtt</w:t>
      </w:r>
    </w:p>
    <w:p w14:paraId="1ACA0C6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cttacctttc ttttccaatg ttacttggtt ccatgttatc tctgggacca atggtactaa</w:t>
      </w:r>
    </w:p>
    <w:p w14:paraId="544AAF9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21721 gaggtttgat aaccctgtcc taccatttaa tgatggtgtt tattttgctt ccattgagaa</w:t>
      </w:r>
    </w:p>
    <w:p w14:paraId="503F54C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gtctaacata ataagaggct ggatttttgg tactacttta gattcgaaga cccagtccct</w:t>
      </w:r>
    </w:p>
    <w:p w14:paraId="28A51C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acttattgtt aataacgcta ctaatgttgt tattaaagtc tgtgaatttc aattttgtaa</w:t>
      </w:r>
    </w:p>
    <w:p w14:paraId="614741D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tgatccattt ttggaccaca aaaacaacaa aagntggatg gaaagtgagt tcagagttta</w:t>
      </w:r>
    </w:p>
    <w:p w14:paraId="05B6E08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ttctagtgcg aataattgca cttttgaata tgtctctcag ccttttctta tggaccttga</w:t>
      </w:r>
    </w:p>
    <w:p w14:paraId="53CF7C3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aggaaaacag ggtaatttca aaaatcttag ggaatttgtg tttaagaata ttgatggtta</w:t>
      </w:r>
    </w:p>
    <w:p w14:paraId="59DC610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ttttaaaata tattctaagc acacgcctat tatagngcgt gagccagaag atctccctca</w:t>
      </w:r>
    </w:p>
    <w:p w14:paraId="768251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gggtttttcg gctttagaac cattggtaga tttgccaata ggtattaaca tcactaggtt</w:t>
      </w:r>
    </w:p>
    <w:p w14:paraId="0072430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tcaaacttta cttgctttac atagaagtta tttgactcct ggtgattctt cttcaggttg</w:t>
      </w:r>
    </w:p>
    <w:p w14:paraId="3A826F9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gacagctggt gctgcagctt attatgtggg ttatcttcaa cctaggactt ttctattaaa</w:t>
      </w:r>
    </w:p>
    <w:p w14:paraId="38FF93A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atataatgaa aatggaacca ttacagatgc tgtagactgt gcacttgacc ctctctcaga</w:t>
      </w:r>
    </w:p>
    <w:p w14:paraId="3FCF470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aacaaagtgt acgttgaaat ccttcactgt agaaaaagga atctatcaaa cttctaactt</w:t>
      </w:r>
    </w:p>
    <w:p w14:paraId="0DE4B29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tagagtccaa ccaacagaat ctattgttag atttcctaat attacaaact tgtgcccttt</w:t>
      </w:r>
    </w:p>
    <w:p w14:paraId="19A3CC3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tgatgaagtt tttaacgcca ccaaatttgc atctgtttat gcttggaaca ggaagagaat</w:t>
      </w:r>
    </w:p>
    <w:p w14:paraId="3BDDCB1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22561 cagcaactgt gttgctgatt attctgtcct atataatctc gcaccatttt tcacttttaa</w:t>
      </w:r>
    </w:p>
    <w:p w14:paraId="46C445C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gtgttatgga gtgtctccta ctaaattaaa tgatctctgc tttactaatg tctatgcaga</w:t>
      </w:r>
    </w:p>
    <w:p w14:paraId="72B503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ttcatttgta attagaggtg atgaagtcag acaaatcgct ccagggcaaa ctggaaatat</w:t>
      </w:r>
    </w:p>
    <w:p w14:paraId="2558533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tgctgattat aattataaat taccagatga ttttacaggc tgcgttatag cttggaattc</w:t>
      </w:r>
    </w:p>
    <w:p w14:paraId="487DFD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taacaagctt gattctaagg ttagtggtaa ttataattac ctgtatagat tgtttaggaa</w:t>
      </w:r>
    </w:p>
    <w:p w14:paraId="247086F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gtctaatctc aaaccttttg agagagatat ttcaactgaa atctatcagg ccggtaacaa</w:t>
      </w:r>
    </w:p>
    <w:p w14:paraId="0BF633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accttgtaat ggtgttgcag gttttaattg ttactttcct ttacgatcat atagtttccg</w:t>
      </w:r>
    </w:p>
    <w:p w14:paraId="7F26898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acccacttat ggtgttggtc accaaccata cagagtagta gtactttctt ttgaacttct</w:t>
      </w:r>
    </w:p>
    <w:p w14:paraId="047750D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acatgcacca gcaactgttt gtggacctaa aaagtctact aatttggtta aaaacaaatg</w:t>
      </w:r>
    </w:p>
    <w:p w14:paraId="7066377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tgtcaatttc aacttcaatg gtttaaaagg cacaggtgtt cttactgagt ctaacaaaaa</w:t>
      </w:r>
    </w:p>
    <w:p w14:paraId="1C6B339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gtttctgcct ttccaacaat ttggcagaga cattgctgac actactgatg ctgtccgtga</w:t>
      </w:r>
    </w:p>
    <w:p w14:paraId="57A5F90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tccacagaca cttgagattc ttgacattac accatgttct tttggtggtg tcagtgttat</w:t>
      </w:r>
    </w:p>
    <w:p w14:paraId="1550241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aacaccagga acaaatactt ctaaccaggt tgctgttctt tatcagggtg ttaactgcac</w:t>
      </w:r>
    </w:p>
    <w:p w14:paraId="3E8655C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agaagtccct gttgctattc atgcagatca acttactcct acttggcgtg tttattctac</w:t>
      </w:r>
    </w:p>
    <w:p w14:paraId="4296C7E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aggttctaat gtttttcaaa cacgtgcagg ctgtttaata ggggctgaat atgtcaacaa</w:t>
      </w:r>
    </w:p>
    <w:p w14:paraId="2D7FE3B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ctcatatgag tgtgacatac ccattggtgc aggtatatgc gctagttatc agactcagac</w:t>
      </w:r>
    </w:p>
    <w:p w14:paraId="1E5025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taagtctcat cggcgggcac gtagtgtagc tagtcaatcc atcattgcct acactatgtc</w:t>
      </w:r>
    </w:p>
    <w:p w14:paraId="03B1B11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acttggtgca gaaaattcag ttgcttactc taataactct attgccatac ccacaaattt</w:t>
      </w:r>
    </w:p>
    <w:p w14:paraId="52E3729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tactattagt gttaccacag aaattctacc agtgtctatg accaagacat cagtagattg</w:t>
      </w:r>
    </w:p>
    <w:p w14:paraId="7AB0876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tacaatgtac atttgtggtg attcaactga atgcagcaat cttttgttgc aatatggcag</w:t>
      </w:r>
    </w:p>
    <w:p w14:paraId="6148B9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tttttgtaca caattaaaac gtgctttaac tggaatagct gttgaacaag acaaaaacac</w:t>
      </w:r>
    </w:p>
    <w:p w14:paraId="3DFEF14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ccaagaagtt tttgcacaag tcaaacaaat ttacaaaaca ccaccaatta aatattttgg</w:t>
      </w:r>
    </w:p>
    <w:p w14:paraId="787BFB3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tggttttaat ttttcacaaa tattaccaga tccatcaaaa ccaagcaaga ggtcatttat</w:t>
      </w:r>
    </w:p>
    <w:p w14:paraId="4761BB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tgaagatcta cttttcaaca aagtgacact tgcagatgct ggcttcatca aacaatatgg</w:t>
      </w:r>
    </w:p>
    <w:p w14:paraId="0B59AF1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tgattgcctt ggtgatattg ctgctagaga cctcatttgt gcacaaaagt ttaaaggcct</w:t>
      </w:r>
    </w:p>
    <w:p w14:paraId="0A9DDBB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tactgttttg ccacctttgc tcacagatga aatgattgct caatacactt ctgcactgtt</w:t>
      </w:r>
    </w:p>
    <w:p w14:paraId="6502F2B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agcgggtaca atcacttctg gttggacctt tggtgcaggt gctgcattac aaataccatt</w:t>
      </w:r>
    </w:p>
    <w:p w14:paraId="3D2549C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tgctatgcaa atggcttata ggtttaatgg tattggagtt acacagaatg ttctctatga</w:t>
      </w:r>
    </w:p>
    <w:p w14:paraId="5A8BB9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24241 gaaccaaaaa ttgattgcca accaatttaa tagtgctatt ggcaaaattc aagactcact</w:t>
      </w:r>
    </w:p>
    <w:p w14:paraId="3D5445B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ttcttccaca gcaagtgcac ttggaaaact tcaagatgtg gtcaaccata atgcacaagc</w:t>
      </w:r>
    </w:p>
    <w:p w14:paraId="65023D4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tttaaacacg cttgttaaac aacttagctc caaatttggt gcaatttcaa gtgttttaaa</w:t>
      </w:r>
    </w:p>
    <w:p w14:paraId="21F61D3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tgatatcttt tcacgtcttg acaaagttga ggctgaagtg caaattgata ggttgatcac</w:t>
      </w:r>
    </w:p>
    <w:p w14:paraId="79CCB9C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aggcagactt caaagtttgc agacatatgt gactcaacaa ttaattagag ctgcagaaat</w:t>
      </w:r>
    </w:p>
    <w:p w14:paraId="3E00C4F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cagagcttct gctaatcttg ctgctactaa aatgtcagag tgtgtacttg gacaatcaaa</w:t>
      </w:r>
    </w:p>
    <w:p w14:paraId="3E91FDB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aagagttgat ttttgtggaa agggctatca tcttatgtcc ttccctcagt cagcacctca</w:t>
      </w:r>
    </w:p>
    <w:p w14:paraId="01C0481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tggtgtagtc ttcttgcatg tgacttatgt ccctgcacaa gaaaagaact tcacaactgc</w:t>
      </w:r>
    </w:p>
    <w:p w14:paraId="4899E9E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tcctgccatt tgtcatgatg gaaaagcaca ctttcctcgt gaaggtgtct ttgtttcaaa</w:t>
      </w:r>
    </w:p>
    <w:p w14:paraId="53AE229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tggcacacac tggtttgtaa cacaaaggaa tttttatgaa ccacaaatca ttactacaga</w:t>
      </w:r>
    </w:p>
    <w:p w14:paraId="5A7136F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caacacattt gtgtctggta actgtgatgt tgtaatagga attgtcaaca acacagttta</w:t>
      </w:r>
    </w:p>
    <w:p w14:paraId="4456B29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tgatcctttg caacctgaat tagattcatt caaggaggag ttagataaat attttaagaa</w:t>
      </w:r>
    </w:p>
    <w:p w14:paraId="4D0D42C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tcatacatca ccagatgttg atttaggtga catctctggc attaatgctt cagttgtaaa</w:t>
      </w:r>
    </w:p>
    <w:p w14:paraId="10C7F84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cattcaaaaa gaaattgacc gcctcaatga ggttgccaag aatttaaatg aatctctcat</w:t>
      </w:r>
    </w:p>
    <w:p w14:paraId="628BAA4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25081 cgatctccaa gaacttggaa agtatgagca gtatataaaa tggccatggt acatttggct</w:t>
      </w:r>
    </w:p>
    <w:p w14:paraId="23106FB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aggttttata gctggcttga ttgccatagt aatggtgaca attatgcttt gctgtatgac</w:t>
      </w:r>
    </w:p>
    <w:p w14:paraId="489B687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cagttgctgt agttgtctca agggctgttg ttcttgtgga tcctgctgca aatttgatga</w:t>
      </w:r>
    </w:p>
    <w:p w14:paraId="0D04AAE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agacgactct gagccagtgc tcaaaggagt caaattacat tacacataaa cgaacttatg</w:t>
      </w:r>
    </w:p>
    <w:p w14:paraId="071C2BF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gatttgttta tgagaatctt cacaattgga actgtaactt tgaagcaagg tgaaatcaag</w:t>
      </w:r>
    </w:p>
    <w:p w14:paraId="5ECE8AD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gatgctactc cttcagattt tgttcgcgct actgcaacga taccgataca agcctcactc</w:t>
      </w:r>
    </w:p>
    <w:p w14:paraId="34B19FE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cctttcggat ggcttattgt tggcgttgca cttcttgctg tttttcagag cgcttccaaa</w:t>
      </w:r>
    </w:p>
    <w:p w14:paraId="1D50C23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atcataactc tcaaaaagag atggcaacta gcactctcca agggtgttca ctttgtttgc</w:t>
      </w:r>
    </w:p>
    <w:p w14:paraId="3E380C5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aacttgctgt tgttgtttgt aacagtttac tcacaccttt tgctcgttgc tgctggcctt</w:t>
      </w:r>
    </w:p>
    <w:p w14:paraId="073DC3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gaagcccctt ttctctatct ttatgcttta gtctacttct tgcagagtat aaactttgta</w:t>
      </w:r>
    </w:p>
    <w:p w14:paraId="67825FF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agaataataa tgaggctttg gctttgctgg aaatgccgtt ccaaaaaccc attactttat</w:t>
      </w:r>
    </w:p>
    <w:p w14:paraId="0FA9603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gatgccaact attttctttg ctggcatact aattgttacg actattgtat accttacaat</w:t>
      </w:r>
    </w:p>
    <w:p w14:paraId="6FDD597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agtgtaactt cttcaattgt cattacttca ggtgatggca caacaagtcc tatttctgaa</w:t>
      </w:r>
    </w:p>
    <w:p w14:paraId="19BD7C7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catgactacc agattggtgg ttatactgaa aaatgggaat ctggagtaaa agactgtgtt</w:t>
      </w:r>
    </w:p>
    <w:p w14:paraId="155C22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gtattacaca gttacttcac ttcagactat taccagctgt actcaactca attgagtaca</w:t>
      </w:r>
    </w:p>
    <w:p w14:paraId="0A9F3AC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gacactggtg ttgaacatgt taccttcttc atctacaata aaattgttga tgagcctgaa</w:t>
      </w:r>
    </w:p>
    <w:p w14:paraId="199EBAD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gaacatgtcc aaattcacac aatcgacggt tcatccggag ttgttaatcc agtaatggaa</w:t>
      </w:r>
    </w:p>
    <w:p w14:paraId="797275B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ccaatttatg atgaaccgac gacgactact agcgtgcctt tgtaagcaca agctgatgag</w:t>
      </w:r>
    </w:p>
    <w:p w14:paraId="371ABC6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tacgaactta tgtactcatt cgtttcggaa gagataggta cgttaatagt taatagcgta</w:t>
      </w:r>
    </w:p>
    <w:p w14:paraId="17B9B96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cttctttttc ttgctttcgt ggtattcttg ctagttacac tagccatcct tactgcgctt</w:t>
      </w:r>
    </w:p>
    <w:p w14:paraId="4B0B121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cgattgtgtg cgtactgctg caatattgtt aacgtgagtc ttgtaaaacc ttctttttac</w:t>
      </w:r>
    </w:p>
    <w:p w14:paraId="02C1DC7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gtttactctc gtgttaaaaa tctgaattct tctagagttc ctgatcttct ggtctaaacg</w:t>
      </w:r>
    </w:p>
    <w:p w14:paraId="623482F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aactaaatat tatattagtt tttctgtttg gaactttaat tttagccatg gcaggttcca</w:t>
      </w:r>
    </w:p>
    <w:p w14:paraId="139162F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acggtactat taccgttgaa gagcttaaaa agctccttga agaatggaac ctagtaatag</w:t>
      </w:r>
    </w:p>
    <w:p w14:paraId="4B8DE29D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gtttcctatt ccttacatgg atttgtcttc tacaatttgc ctatgccaac aggaataggt</w:t>
      </w:r>
    </w:p>
    <w:p w14:paraId="1D3B6ED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ttttgtatat aattaagtta attttcctct ggctgttatg gccagtaact ttaacttgtt</w:t>
      </w:r>
    </w:p>
    <w:p w14:paraId="0C16E9D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ttgtgcttgc tgctgtttac agaataaatt ggatcaccgg tggaattgct atcgcaatgg</w:t>
      </w:r>
    </w:p>
    <w:p w14:paraId="6616CE5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cttgtcttgt aggcttgatg tggctcagct acttcattgc ttctttcaga ctgtttgcgc</w:t>
      </w:r>
    </w:p>
    <w:p w14:paraId="13F7315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26761 gtacgcgttc catgtggtca ttcaatccag aaactaacat tcttctcaac gtgccactcc</w:t>
      </w:r>
    </w:p>
    <w:p w14:paraId="0D2C4D2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atggcactat tctgaccaga ccgcttctag aaagtgaact cgtaatcgga gctgtgatcc</w:t>
      </w:r>
    </w:p>
    <w:p w14:paraId="7799227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ttcgtggaca tcttcgtatt gctggacacc atctaggacg ctgtgacatc aaggacctgc</w:t>
      </w:r>
    </w:p>
    <w:p w14:paraId="48CB2F4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ctaaagaaat cactgttgct acatcacgaa cgctttctta ttacaaactg ggagcttcgc</w:t>
      </w:r>
    </w:p>
    <w:p w14:paraId="35E0A12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agcgtgtagc aggtgactca ggttttgctg catacagtcg ctacaggatt ggcaactata</w:t>
      </w:r>
    </w:p>
    <w:p w14:paraId="059385D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aattaaacac agaccattcc agtagcagtg acaatattgc tttgcttgta cagtaagtga</w:t>
      </w:r>
    </w:p>
    <w:p w14:paraId="0782BB8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caacagatgt ttcatctcgt tgactttcag gttactatag cagagatatt actaattatt</w:t>
      </w:r>
    </w:p>
    <w:p w14:paraId="3D6056B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atgcggactt ttaaagtttc catttggaat cttgattaca tcataaacct cataattaaa</w:t>
      </w:r>
    </w:p>
    <w:p w14:paraId="33EBD1A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aatttatcta agtcactaac tgagaataaa tattctcaat tagatgaaga gcaaccaatg</w:t>
      </w:r>
    </w:p>
    <w:p w14:paraId="78D689F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gagattgatt aaacgaacat gaaaattatt cttttcttgg cactgataac actcgctact</w:t>
      </w:r>
    </w:p>
    <w:p w14:paraId="5978DA6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tgtgagcttt atcactacca agagtgtgtt agaggtacaa cagtactttt aaaagaacct</w:t>
      </w:r>
    </w:p>
    <w:p w14:paraId="0C60328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tgctcttctg gaacatacga gggcaattca ccatttcatc ctctagctga taacaaattt</w:t>
      </w:r>
    </w:p>
    <w:p w14:paraId="617F685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gcactgactt gctttagcac tcaatttgct tttgcttgtc ctgacggcgt aaaacacgtc</w:t>
      </w:r>
    </w:p>
    <w:p w14:paraId="6FD1CE4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tatcagttac gtgccagatc agtttcacct aaactgttca tcagacaaga ggaagttcaa</w:t>
      </w:r>
    </w:p>
    <w:p w14:paraId="5EE283D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27601 gaactttact ctccaatttt tcttattgtt gcggcaatag tgtttataac actttgcttc</w:t>
      </w:r>
    </w:p>
    <w:p w14:paraId="32E9464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acactcaaaa gaaagacaga atgattgaac tttcattaat tgacttctat ttgtgctttt</w:t>
      </w:r>
    </w:p>
    <w:p w14:paraId="3A3A8E0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tagcctttct gttattcctt gttttaatta tgcttattat cttttggttc tcacttgaac</w:t>
      </w:r>
    </w:p>
    <w:p w14:paraId="73667F4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tgcaagatca taatgaaact tgtcacgcct aaacgaacat gaaatttctt gttttcttag</w:t>
      </w:r>
    </w:p>
    <w:p w14:paraId="3E2D822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gaatcatcac aactgtagct gcatttcacc aagaatgtag tttacagtca tgtactcaac</w:t>
      </w:r>
    </w:p>
    <w:p w14:paraId="72E64D2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atcaaccata tgtagttgat gacccgtgtc ctattcactt ctattctaaa tggtatatta</w:t>
      </w:r>
    </w:p>
    <w:p w14:paraId="082AEC9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gagtaggagc tagaaaatca gcacctttaa ttgaattgtg cgtggatgag gctggttcta</w:t>
      </w:r>
    </w:p>
    <w:p w14:paraId="71C26C6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aatcacccat tcagtacatc gatatcggta attatacagt ttcctgttta ccttttacaa</w:t>
      </w:r>
    </w:p>
    <w:p w14:paraId="4AC4F98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ttaattgcca ggaacctaaa ttgggtagtc ttgtagtgcg ttgttcgttc tatgaagact</w:t>
      </w:r>
    </w:p>
    <w:p w14:paraId="01A517F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ttttagagta tcatgacgtt cgtgttgttt tagatttcat ctaaacgaac aaacttaaat</w:t>
      </w:r>
    </w:p>
    <w:p w14:paraId="3596395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gtctgataat ggaccccaaa atcagcgaaa tgcactccgc attacgtttg gtggaccctc</w:t>
      </w:r>
    </w:p>
    <w:p w14:paraId="5F22EF8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agattcaact ggcagtaacc agaatggtgg ggcgcgatca aaacaacgtc ggccccaagg</w:t>
      </w:r>
    </w:p>
    <w:p w14:paraId="5A4B544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tttacccaat aatactgcgt cttggttcac cgctctcact caacatggca aggaagacct</w:t>
      </w:r>
    </w:p>
    <w:p w14:paraId="16ECD98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taaattccct cgaggacaag gcgttccaat taacaccaat agcagtccag atgaccaaat</w:t>
      </w:r>
    </w:p>
    <w:p w14:paraId="17629AB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tggctactac cgaagagcta ccagacgaat tcgtggtggt gacggtaaaa tgaaagatct</w:t>
      </w:r>
    </w:p>
    <w:p w14:paraId="3CD62391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cagtccaaga tggtatttct actacctagg aactgggcca gaagctggac ttccctatgg</w:t>
      </w:r>
    </w:p>
    <w:p w14:paraId="7E1F3748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tgctaacaaa gacggcatca tatgggttgc aactgaggga gccttgaata caccaaaaga</w:t>
      </w:r>
    </w:p>
    <w:p w14:paraId="0E98BB8C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tcacattggc acccgcaatc ctgctaacaa tgctgcaatc gtgctacaac ttcctcaagg</w:t>
      </w:r>
    </w:p>
    <w:p w14:paraId="145F9D0A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aacaacattg ccaaaaggct tctacgcaga agggagcaga ggcggcagtc aagcctcttc</w:t>
      </w:r>
    </w:p>
    <w:p w14:paraId="33183E6F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tcgttcctca tcacgtagtc gcaacagttc aagaaattca actccaggca gcagtaaacg</w:t>
      </w:r>
    </w:p>
    <w:p w14:paraId="441FEBD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aacttctcct gctagaatgg ctggcaatgg cggtgatgct gctcttgctt tgctgctgct</w:t>
      </w:r>
    </w:p>
    <w:p w14:paraId="17A73D79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tgacagattg aaccagcttg agagcaaaat gtctggtaaa ggccaacaac aacaaggcca</w:t>
      </w:r>
    </w:p>
    <w:p w14:paraId="05EDFE7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aactgtcact aagaaatctg ctgctgaggc ttctaagaag cctcggcaaa aacgtactgc</w:t>
      </w:r>
    </w:p>
    <w:p w14:paraId="1646BA0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cactaaagca tacaatgtaa cacaagcttt cggcagacgt ggtccagaac aaacccaagg</w:t>
      </w:r>
    </w:p>
    <w:p w14:paraId="325A450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aaattttggg gaccaggaac taatcagaca aggaactgat tacaaacatt ggccgcaaat</w:t>
      </w:r>
    </w:p>
    <w:p w14:paraId="4C16EBC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tgcacaattt gcccccagcg cttcagcgtt cttcggaatg tcgcgcattg gcatggaagt</w:t>
      </w:r>
    </w:p>
    <w:p w14:paraId="265FB052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cacaccttcg ggaacgtggt tgacctacac aggtgccatc aaattggatg acaaagatcc</w:t>
      </w:r>
    </w:p>
    <w:p w14:paraId="3FFC05C4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aaatttcaaa gatcaagtca ttttgctgaa taagcatatt gacgcataca aaacattccc</w:t>
      </w:r>
    </w:p>
    <w:p w14:paraId="42761116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29281 accaacagag cctaaaaagg acaaaaagaa gaaggctgat gaaactcaag ccttaccgca</w:t>
      </w:r>
    </w:p>
    <w:p w14:paraId="467A4D83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gagacagaag aaacagcaaa ctgtgactct tcttcctgct gcagatttgg atgatttctc</w:t>
      </w:r>
    </w:p>
    <w:p w14:paraId="5CFC703B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caaacaattg caacaatcca tgagcagtgc tgactcaact caggcctaaa ctcatgcaga</w:t>
      </w:r>
    </w:p>
    <w:p w14:paraId="5B6A78E0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ccacacaagg cagatgggct atataaacgt tttcgctttt ccgtttacga tatatagtct</w:t>
      </w:r>
    </w:p>
    <w:p w14:paraId="1EAC035E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actcttgtgc agaatgaatt ctcgtaacta catagcacaa gtagatgtag ttaactttaa</w:t>
      </w:r>
    </w:p>
    <w:p w14:paraId="4809E66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tctcacatag caatctttaa tcagtgtgta acattaggga ggacttgaaa gagccaccac</w:t>
      </w:r>
    </w:p>
    <w:p w14:paraId="3ED881D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attttcaccg aggccacgcg gagtacgatc gagtgtacag tgaacaatgc tagggagagc</w:t>
      </w:r>
    </w:p>
    <w:p w14:paraId="12F9E415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tgcctatatg gaagagccct aatgtgtaaa attaatttta gtagtgctat cc</w:t>
      </w:r>
    </w:p>
    <w:p w14:paraId="17AFBE57" w14:textId="77777777" w:rsidR="00973017" w:rsidRPr="00973017" w:rsidRDefault="00973017" w:rsidP="0097301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973017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1A318030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17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900A59"/>
    <w:rsid w:val="00943149"/>
    <w:rsid w:val="009439EE"/>
    <w:rsid w:val="00973017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6E58E2"/>
  <w15:chartTrackingRefBased/>
  <w15:docId w15:val="{523BEE4D-6B84-B048-9CE2-B948F608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2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0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0</TotalTime>
  <Pages>24</Pages>
  <Words>10784</Words>
  <Characters>61475</Characters>
  <Application>Microsoft Office Word</Application>
  <DocSecurity>0</DocSecurity>
  <Lines>512</Lines>
  <Paragraphs>144</Paragraphs>
  <ScaleCrop>false</ScaleCrop>
  <Company/>
  <LinksUpToDate>false</LinksUpToDate>
  <CharactersWithSpaces>72115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2023-01-21T08:13:00Z</dcterms:created>
  <dcterms:modified xsi:type="dcterms:W3CDTF">2023-01-21T08:13:00Z</dcterms:modified>
</cp:coreProperties>
</file>